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C9B0" w14:textId="77777777" w:rsidR="00FE52B7" w:rsidRPr="006A0BB0" w:rsidRDefault="00FE52B7" w:rsidP="00FE52B7">
      <w:pPr>
        <w:pStyle w:val="Vnitonadresa"/>
        <w:ind w:left="3600" w:right="284" w:hanging="3316"/>
        <w:rPr>
          <w:rFonts w:cs="Arial"/>
          <w:b/>
          <w:caps/>
          <w:sz w:val="24"/>
          <w:szCs w:val="28"/>
        </w:rPr>
      </w:pPr>
    </w:p>
    <w:p w14:paraId="146F24DB" w14:textId="77777777" w:rsidR="00FE52B7" w:rsidRPr="006A0BB0" w:rsidRDefault="00FE52B7" w:rsidP="00FE52B7">
      <w:pPr>
        <w:pStyle w:val="Vnitonadresa"/>
        <w:ind w:right="284"/>
        <w:rPr>
          <w:rFonts w:cs="Arial"/>
          <w:b/>
          <w:bCs/>
          <w:sz w:val="24"/>
        </w:rPr>
      </w:pP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</w:p>
    <w:p w14:paraId="24BBD68A" w14:textId="0C3580C5" w:rsidR="00033E7F" w:rsidRPr="004309C6" w:rsidRDefault="00FE52B7" w:rsidP="00302FF0">
      <w:pPr>
        <w:pStyle w:val="Vnitonadresa"/>
        <w:ind w:left="2835" w:right="284" w:hanging="2551"/>
        <w:rPr>
          <w:rFonts w:cs="Arial"/>
          <w:b/>
          <w:sz w:val="24"/>
        </w:rPr>
      </w:pPr>
      <w:bookmarkStart w:id="0" w:name="_Hlk503271080"/>
      <w:r w:rsidRPr="004309C6">
        <w:rPr>
          <w:rFonts w:cs="Arial"/>
          <w:b/>
          <w:bCs/>
          <w:sz w:val="24"/>
        </w:rPr>
        <w:t>Investor:</w:t>
      </w:r>
      <w:r w:rsidR="000A3ECD">
        <w:rPr>
          <w:rFonts w:cs="Arial"/>
          <w:b/>
          <w:bCs/>
          <w:sz w:val="24"/>
        </w:rPr>
        <w:tab/>
      </w:r>
      <w:r w:rsidR="004D15DD">
        <w:rPr>
          <w:rFonts w:cs="Arial"/>
          <w:b/>
          <w:bCs/>
          <w:sz w:val="24"/>
        </w:rPr>
        <w:t>SAKO Brno</w:t>
      </w:r>
      <w:r w:rsidR="00D7022B">
        <w:rPr>
          <w:rFonts w:cs="Arial"/>
          <w:b/>
          <w:bCs/>
          <w:sz w:val="24"/>
        </w:rPr>
        <w:t xml:space="preserve"> SOLAR</w:t>
      </w:r>
      <w:r w:rsidR="004D15DD">
        <w:rPr>
          <w:rFonts w:cs="Arial"/>
          <w:b/>
          <w:bCs/>
          <w:sz w:val="24"/>
        </w:rPr>
        <w:t>, a.s.</w:t>
      </w:r>
    </w:p>
    <w:p w14:paraId="30D3A3F4" w14:textId="77777777" w:rsidR="00FE52B7" w:rsidRPr="004309C6" w:rsidRDefault="00FE52B7" w:rsidP="00FE52B7">
      <w:pPr>
        <w:pStyle w:val="Vnitonadresa"/>
        <w:ind w:left="3599" w:right="284" w:hanging="3315"/>
        <w:rPr>
          <w:rFonts w:cs="Arial"/>
          <w:b/>
          <w:bCs/>
          <w:sz w:val="24"/>
        </w:rPr>
      </w:pPr>
    </w:p>
    <w:p w14:paraId="25EBB468" w14:textId="3E81EF33" w:rsidR="00FE52B7" w:rsidRPr="004309C6" w:rsidRDefault="00FE52B7" w:rsidP="00FE52B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Akce:</w:t>
      </w:r>
      <w:r w:rsidRPr="004309C6">
        <w:rPr>
          <w:rFonts w:cs="Arial"/>
          <w:b/>
          <w:bCs/>
          <w:sz w:val="24"/>
        </w:rPr>
        <w:tab/>
      </w:r>
      <w:r w:rsidR="00D22C61">
        <w:rPr>
          <w:rFonts w:cs="Arial"/>
          <w:b/>
          <w:bCs/>
          <w:sz w:val="24"/>
        </w:rPr>
        <w:t xml:space="preserve">FVE </w:t>
      </w:r>
      <w:r w:rsidR="00857056">
        <w:rPr>
          <w:rFonts w:cs="Arial"/>
          <w:b/>
          <w:bCs/>
          <w:sz w:val="24"/>
        </w:rPr>
        <w:t>ZŠ Jana Babáka</w:t>
      </w:r>
    </w:p>
    <w:p w14:paraId="42458754" w14:textId="77777777" w:rsidR="00FE52B7" w:rsidRPr="004309C6" w:rsidRDefault="00FE52B7" w:rsidP="00FE52B7">
      <w:pPr>
        <w:pStyle w:val="Vnitonadresa"/>
        <w:ind w:left="284" w:right="284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</w:p>
    <w:p w14:paraId="2E4696DA" w14:textId="1A2D7584" w:rsidR="000A3ECD" w:rsidRDefault="00FE52B7" w:rsidP="003E774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Místo instalace:</w:t>
      </w:r>
      <w:bookmarkEnd w:id="0"/>
      <w:r w:rsidR="000A3ECD">
        <w:rPr>
          <w:rFonts w:cs="Arial"/>
          <w:b/>
          <w:bCs/>
          <w:sz w:val="24"/>
        </w:rPr>
        <w:tab/>
      </w:r>
      <w:r w:rsidR="00E57CD0">
        <w:rPr>
          <w:rFonts w:cs="Arial"/>
          <w:b/>
          <w:bCs/>
          <w:sz w:val="24"/>
        </w:rPr>
        <w:t>ZŠ Jana Babáka</w:t>
      </w:r>
      <w:r w:rsidR="000A404E">
        <w:rPr>
          <w:rFonts w:cs="Arial"/>
          <w:b/>
          <w:bCs/>
          <w:sz w:val="24"/>
        </w:rPr>
        <w:t xml:space="preserve">, </w:t>
      </w:r>
      <w:r w:rsidR="00E57CD0">
        <w:rPr>
          <w:rFonts w:cs="Arial"/>
          <w:b/>
          <w:bCs/>
          <w:sz w:val="24"/>
        </w:rPr>
        <w:t xml:space="preserve">Jana </w:t>
      </w:r>
      <w:r w:rsidR="00A30ACF">
        <w:rPr>
          <w:rFonts w:cs="Arial"/>
          <w:b/>
          <w:bCs/>
          <w:sz w:val="24"/>
        </w:rPr>
        <w:t>Babáka 1960/1</w:t>
      </w:r>
      <w:r w:rsidR="00765E08">
        <w:rPr>
          <w:rFonts w:cs="Arial"/>
          <w:b/>
          <w:bCs/>
          <w:sz w:val="24"/>
        </w:rPr>
        <w:t xml:space="preserve">, </w:t>
      </w:r>
      <w:r w:rsidR="00A30ACF">
        <w:rPr>
          <w:rFonts w:cs="Arial"/>
          <w:b/>
          <w:bCs/>
          <w:sz w:val="24"/>
        </w:rPr>
        <w:t xml:space="preserve">616 00 </w:t>
      </w:r>
      <w:r w:rsidR="00B97EDE">
        <w:rPr>
          <w:rFonts w:cs="Arial"/>
          <w:b/>
          <w:bCs/>
          <w:sz w:val="24"/>
        </w:rPr>
        <w:t>Brno-</w:t>
      </w:r>
      <w:r w:rsidR="00A30ACF">
        <w:rPr>
          <w:rFonts w:cs="Arial"/>
          <w:b/>
          <w:bCs/>
          <w:sz w:val="24"/>
        </w:rPr>
        <w:t>Žabovřesky</w:t>
      </w:r>
    </w:p>
    <w:p w14:paraId="49417029" w14:textId="72DDC0FF" w:rsidR="003E7747" w:rsidRPr="00D74F76" w:rsidRDefault="003E7747" w:rsidP="003E7747">
      <w:pPr>
        <w:pStyle w:val="Vnitonadresa"/>
        <w:ind w:left="2835" w:right="284" w:hanging="2551"/>
        <w:rPr>
          <w:rFonts w:cs="Arial"/>
          <w:b/>
          <w:sz w:val="24"/>
        </w:rPr>
      </w:pPr>
      <w:r>
        <w:rPr>
          <w:rFonts w:cs="Arial"/>
          <w:b/>
          <w:bCs/>
          <w:sz w:val="24"/>
        </w:rPr>
        <w:tab/>
      </w:r>
    </w:p>
    <w:p w14:paraId="6339DD1D" w14:textId="1594DF32" w:rsidR="008F0941" w:rsidRDefault="008F0941" w:rsidP="008F0941">
      <w:pPr>
        <w:rPr>
          <w:rFonts w:cs="Arial"/>
        </w:rPr>
      </w:pPr>
      <w:r w:rsidRPr="008F0941">
        <w:rPr>
          <w:rFonts w:cs="Arial"/>
        </w:rPr>
        <w:t xml:space="preserve">                       </w:t>
      </w:r>
    </w:p>
    <w:p w14:paraId="2B675B88" w14:textId="02D35768" w:rsidR="00D32E8B" w:rsidRDefault="00D32E8B" w:rsidP="008F0941">
      <w:pPr>
        <w:rPr>
          <w:rFonts w:cs="Arial"/>
        </w:rPr>
      </w:pPr>
    </w:p>
    <w:p w14:paraId="6F253E49" w14:textId="77777777" w:rsidR="00D32E8B" w:rsidRDefault="00D32E8B" w:rsidP="008F0941">
      <w:pPr>
        <w:rPr>
          <w:rFonts w:cs="Arial"/>
        </w:rPr>
      </w:pPr>
    </w:p>
    <w:p w14:paraId="641BE015" w14:textId="77777777" w:rsidR="00ED5312" w:rsidRPr="008F0941" w:rsidRDefault="00ED5312" w:rsidP="008F0941">
      <w:pPr>
        <w:rPr>
          <w:rFonts w:cs="Arial"/>
        </w:rPr>
      </w:pPr>
    </w:p>
    <w:p w14:paraId="06CA4516" w14:textId="2BD61091" w:rsidR="008F0941" w:rsidRDefault="008F0941" w:rsidP="008F0941">
      <w:pPr>
        <w:rPr>
          <w:rFonts w:cs="Arial"/>
        </w:rPr>
      </w:pPr>
    </w:p>
    <w:p w14:paraId="4E4644BF" w14:textId="77777777" w:rsidR="00D74F76" w:rsidRPr="008F0941" w:rsidRDefault="00D74F76" w:rsidP="008F0941">
      <w:pPr>
        <w:rPr>
          <w:rFonts w:cs="Arial"/>
        </w:rPr>
      </w:pPr>
    </w:p>
    <w:p w14:paraId="7521F669" w14:textId="77777777" w:rsidR="008F0941" w:rsidRPr="008F0941" w:rsidRDefault="008F0941" w:rsidP="008F0941">
      <w:pPr>
        <w:rPr>
          <w:rFonts w:cs="Arial"/>
        </w:rPr>
      </w:pPr>
    </w:p>
    <w:p w14:paraId="32F6FF4D" w14:textId="16BCBA90" w:rsidR="008F0941" w:rsidRDefault="00391EC8" w:rsidP="008F0941">
      <w:pPr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 xml:space="preserve">projektová </w:t>
      </w:r>
      <w:r w:rsidR="008F0941" w:rsidRPr="008F0941">
        <w:rPr>
          <w:rFonts w:cs="Arial"/>
          <w:b/>
          <w:caps/>
          <w:sz w:val="56"/>
        </w:rPr>
        <w:t>dokumentace</w:t>
      </w:r>
    </w:p>
    <w:p w14:paraId="614DE819" w14:textId="77777777" w:rsidR="004309C6" w:rsidRPr="004309C6" w:rsidRDefault="004309C6" w:rsidP="008F0941">
      <w:pPr>
        <w:jc w:val="center"/>
        <w:rPr>
          <w:rFonts w:cs="Arial"/>
          <w:b/>
          <w:caps/>
          <w:sz w:val="24"/>
          <w:szCs w:val="24"/>
        </w:rPr>
      </w:pPr>
    </w:p>
    <w:p w14:paraId="0985F36A" w14:textId="77130211" w:rsidR="004309C6" w:rsidRPr="00EB37D2" w:rsidRDefault="00C93240" w:rsidP="004309C6">
      <w:pPr>
        <w:jc w:val="center"/>
        <w:rPr>
          <w:rFonts w:eastAsia="Arial Unicode MS" w:cs="Arial"/>
          <w:b/>
          <w:sz w:val="40"/>
          <w:szCs w:val="40"/>
        </w:rPr>
      </w:pPr>
      <w:r>
        <w:rPr>
          <w:rFonts w:eastAsia="Arial Unicode MS" w:cs="Arial"/>
          <w:b/>
          <w:sz w:val="40"/>
          <w:szCs w:val="40"/>
        </w:rPr>
        <w:t>A</w:t>
      </w:r>
      <w:r w:rsidR="00EC5FB0">
        <w:rPr>
          <w:rFonts w:eastAsia="Arial Unicode MS" w:cs="Arial"/>
          <w:b/>
          <w:sz w:val="40"/>
          <w:szCs w:val="40"/>
        </w:rPr>
        <w:tab/>
      </w:r>
      <w:r w:rsidR="008E5445">
        <w:rPr>
          <w:rFonts w:eastAsia="Arial Unicode MS" w:cs="Arial"/>
          <w:b/>
          <w:sz w:val="40"/>
          <w:szCs w:val="40"/>
        </w:rPr>
        <w:t>Průvodní zpráva</w:t>
      </w:r>
    </w:p>
    <w:p w14:paraId="2C6D5EF7" w14:textId="77777777" w:rsidR="008F0941" w:rsidRPr="008F0941" w:rsidRDefault="008F0941" w:rsidP="008F0941">
      <w:pPr>
        <w:rPr>
          <w:rFonts w:eastAsia="Arial Unicode MS" w:cs="Arial"/>
        </w:rPr>
      </w:pPr>
    </w:p>
    <w:p w14:paraId="312B8AE0" w14:textId="04072CFC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710DE444" w14:textId="76BDD87D" w:rsidR="000A3ECD" w:rsidRDefault="00D55D68" w:rsidP="008F0941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FVE </w:t>
      </w:r>
      <w:r w:rsidR="00A30ACF">
        <w:rPr>
          <w:rFonts w:cs="Arial"/>
          <w:b/>
          <w:sz w:val="36"/>
          <w:szCs w:val="36"/>
        </w:rPr>
        <w:t>ZŠ Jana Babáka</w:t>
      </w:r>
    </w:p>
    <w:p w14:paraId="7AE101EB" w14:textId="54E5A51E" w:rsidR="008F0941" w:rsidRDefault="008F0941" w:rsidP="008F0941">
      <w:pPr>
        <w:jc w:val="center"/>
        <w:rPr>
          <w:rFonts w:cs="Arial"/>
          <w:b/>
          <w:sz w:val="36"/>
          <w:szCs w:val="36"/>
        </w:rPr>
      </w:pPr>
    </w:p>
    <w:p w14:paraId="0CC31424" w14:textId="1E880721" w:rsidR="00731E85" w:rsidRDefault="00D7022B" w:rsidP="008F0941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Dokumentace pro provádění stavby</w:t>
      </w:r>
    </w:p>
    <w:p w14:paraId="082378FF" w14:textId="7704CFBE" w:rsidR="008F0941" w:rsidRPr="008F0941" w:rsidRDefault="00434E50" w:rsidP="008F0941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Etapa 2</w:t>
      </w:r>
    </w:p>
    <w:p w14:paraId="125BA5E2" w14:textId="77777777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24C37AF8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1CBF4A7B" w14:textId="77777777" w:rsidR="008F0941" w:rsidRDefault="008F0941" w:rsidP="008F0941">
      <w:pPr>
        <w:rPr>
          <w:rFonts w:cs="Arial"/>
          <w:sz w:val="24"/>
          <w:szCs w:val="24"/>
        </w:rPr>
      </w:pPr>
    </w:p>
    <w:p w14:paraId="6DC1320A" w14:textId="549118F5" w:rsidR="008F0941" w:rsidRPr="004309C6" w:rsidRDefault="008F0941" w:rsidP="008F0941">
      <w:pPr>
        <w:rPr>
          <w:rFonts w:cs="Arial"/>
          <w:sz w:val="24"/>
          <w:szCs w:val="24"/>
        </w:rPr>
      </w:pPr>
    </w:p>
    <w:p w14:paraId="27A9AA10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EDE82D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4DAB9F" w14:textId="16B681B8" w:rsidR="006B16E0" w:rsidRPr="004309C6" w:rsidRDefault="008F0941" w:rsidP="006B16E0">
      <w:pPr>
        <w:pStyle w:val="Vnitonadresa"/>
        <w:ind w:right="284"/>
        <w:rPr>
          <w:rFonts w:cs="Arial"/>
          <w:b/>
          <w:bCs/>
          <w:sz w:val="24"/>
        </w:rPr>
      </w:pPr>
      <w:r w:rsidRPr="004309C6">
        <w:rPr>
          <w:rFonts w:cs="Arial"/>
          <w:sz w:val="24"/>
          <w:szCs w:val="24"/>
        </w:rPr>
        <w:t>Název zakázky:</w:t>
      </w:r>
      <w:r w:rsidRPr="004309C6">
        <w:rPr>
          <w:rFonts w:cs="Arial"/>
          <w:sz w:val="24"/>
          <w:szCs w:val="24"/>
        </w:rPr>
        <w:tab/>
      </w:r>
      <w:r w:rsidR="003B3BB4">
        <w:rPr>
          <w:rFonts w:cs="Arial"/>
          <w:sz w:val="24"/>
          <w:szCs w:val="24"/>
        </w:rPr>
        <w:tab/>
      </w:r>
      <w:r w:rsidR="005F0168">
        <w:rPr>
          <w:rFonts w:cs="Arial"/>
          <w:sz w:val="24"/>
          <w:szCs w:val="24"/>
        </w:rPr>
        <w:t xml:space="preserve">FVE </w:t>
      </w:r>
      <w:r w:rsidR="00A30ACF">
        <w:rPr>
          <w:rFonts w:cs="Arial"/>
          <w:sz w:val="24"/>
          <w:szCs w:val="24"/>
        </w:rPr>
        <w:t>ZŠ Jana Babáka</w:t>
      </w:r>
    </w:p>
    <w:p w14:paraId="6BF0E14F" w14:textId="19216C8A" w:rsidR="008F0941" w:rsidRPr="004309C6" w:rsidRDefault="008F0941" w:rsidP="008F0941">
      <w:pPr>
        <w:ind w:left="2124" w:hanging="2124"/>
        <w:rPr>
          <w:rFonts w:cs="Arial"/>
          <w:sz w:val="24"/>
          <w:szCs w:val="24"/>
        </w:rPr>
      </w:pPr>
    </w:p>
    <w:p w14:paraId="472243A1" w14:textId="77777777" w:rsidR="00170D03" w:rsidRPr="004309C6" w:rsidRDefault="00170D03" w:rsidP="008F0941">
      <w:pPr>
        <w:rPr>
          <w:rFonts w:cs="Arial"/>
          <w:sz w:val="24"/>
          <w:szCs w:val="24"/>
        </w:rPr>
      </w:pPr>
    </w:p>
    <w:p w14:paraId="15683700" w14:textId="3488F05D" w:rsidR="008F0941" w:rsidRPr="004309C6" w:rsidRDefault="008F0941" w:rsidP="008F0941">
      <w:pPr>
        <w:rPr>
          <w:rFonts w:cs="Arial"/>
          <w:b/>
          <w:bCs/>
          <w:sz w:val="24"/>
          <w:szCs w:val="24"/>
        </w:rPr>
      </w:pPr>
      <w:r w:rsidRPr="004309C6">
        <w:rPr>
          <w:rFonts w:cs="Arial"/>
          <w:sz w:val="24"/>
          <w:szCs w:val="24"/>
        </w:rPr>
        <w:t>Číslo zakázky:</w:t>
      </w:r>
      <w:r w:rsidRPr="004309C6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8E5445">
        <w:rPr>
          <w:rFonts w:cs="Arial"/>
          <w:b/>
          <w:bCs/>
          <w:sz w:val="24"/>
          <w:szCs w:val="24"/>
        </w:rPr>
        <w:t>Z0</w:t>
      </w:r>
      <w:r w:rsidR="005F0168">
        <w:rPr>
          <w:rFonts w:cs="Arial"/>
          <w:b/>
          <w:bCs/>
          <w:sz w:val="24"/>
          <w:szCs w:val="24"/>
        </w:rPr>
        <w:t>2</w:t>
      </w:r>
      <w:r w:rsidR="00B97EDE">
        <w:rPr>
          <w:rFonts w:cs="Arial"/>
          <w:b/>
          <w:bCs/>
          <w:sz w:val="24"/>
          <w:szCs w:val="24"/>
        </w:rPr>
        <w:t>1</w:t>
      </w:r>
      <w:r w:rsidR="00623949">
        <w:rPr>
          <w:rFonts w:cs="Arial"/>
          <w:b/>
          <w:bCs/>
          <w:sz w:val="24"/>
          <w:szCs w:val="24"/>
        </w:rPr>
        <w:t>0</w:t>
      </w:r>
      <w:r w:rsidR="00A30ACF">
        <w:rPr>
          <w:rFonts w:cs="Arial"/>
          <w:b/>
          <w:bCs/>
          <w:sz w:val="24"/>
          <w:szCs w:val="24"/>
        </w:rPr>
        <w:t>5</w:t>
      </w:r>
      <w:r w:rsidR="00623949">
        <w:rPr>
          <w:rFonts w:cs="Arial"/>
          <w:b/>
          <w:bCs/>
          <w:sz w:val="24"/>
          <w:szCs w:val="24"/>
        </w:rPr>
        <w:t>8</w:t>
      </w:r>
    </w:p>
    <w:p w14:paraId="01E8FD3F" w14:textId="77777777" w:rsidR="008F0941" w:rsidRPr="008F0941" w:rsidRDefault="008F0941" w:rsidP="008F0941">
      <w:pPr>
        <w:rPr>
          <w:rFonts w:cs="Arial"/>
        </w:rPr>
      </w:pPr>
    </w:p>
    <w:p w14:paraId="6248069E" w14:textId="1994E289" w:rsidR="008F0941" w:rsidRPr="008F0941" w:rsidRDefault="008F0941" w:rsidP="008F0941">
      <w:pPr>
        <w:rPr>
          <w:rFonts w:cs="Arial"/>
        </w:rPr>
      </w:pPr>
    </w:p>
    <w:p w14:paraId="7DB52DBC" w14:textId="2B72B0AA" w:rsidR="00731E85" w:rsidRDefault="008F0941" w:rsidP="003B3BB4">
      <w:pPr>
        <w:rPr>
          <w:rFonts w:cs="Arial"/>
          <w:sz w:val="24"/>
          <w:szCs w:val="24"/>
        </w:rPr>
      </w:pPr>
      <w:r w:rsidRPr="008F0941">
        <w:rPr>
          <w:rFonts w:cs="Arial"/>
          <w:sz w:val="24"/>
          <w:szCs w:val="24"/>
        </w:rPr>
        <w:t>Vypracoval:</w:t>
      </w:r>
      <w:r w:rsidR="00D3606F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371326">
        <w:rPr>
          <w:rFonts w:cs="Arial"/>
          <w:sz w:val="24"/>
          <w:szCs w:val="24"/>
        </w:rPr>
        <w:tab/>
      </w:r>
      <w:r w:rsidR="000119FB">
        <w:rPr>
          <w:rFonts w:cs="Arial"/>
          <w:b/>
          <w:sz w:val="24"/>
          <w:szCs w:val="24"/>
        </w:rPr>
        <w:t>Ing.</w:t>
      </w:r>
      <w:r w:rsidR="00D74F76">
        <w:rPr>
          <w:rFonts w:cs="Arial"/>
          <w:b/>
          <w:sz w:val="24"/>
          <w:szCs w:val="24"/>
        </w:rPr>
        <w:t xml:space="preserve"> </w:t>
      </w:r>
      <w:r w:rsidR="008E5445">
        <w:rPr>
          <w:rFonts w:cs="Arial"/>
          <w:b/>
          <w:sz w:val="24"/>
          <w:szCs w:val="24"/>
        </w:rPr>
        <w:t>Peter Petrič</w:t>
      </w:r>
    </w:p>
    <w:p w14:paraId="4AC4F168" w14:textId="472E7008" w:rsidR="00D32E8B" w:rsidRPr="000F641B" w:rsidRDefault="00434E50" w:rsidP="00371326">
      <w:pPr>
        <w:ind w:left="288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Únor</w:t>
      </w:r>
      <w:r w:rsidR="000A2A55" w:rsidRPr="000F641B">
        <w:rPr>
          <w:rFonts w:cs="Arial"/>
          <w:b/>
          <w:bCs/>
          <w:sz w:val="24"/>
          <w:szCs w:val="24"/>
        </w:rPr>
        <w:t xml:space="preserve"> 20</w:t>
      </w:r>
      <w:r w:rsidR="008E5445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>3</w:t>
      </w:r>
    </w:p>
    <w:p w14:paraId="423E66C2" w14:textId="77777777" w:rsidR="00371326" w:rsidRDefault="00371326" w:rsidP="00371326">
      <w:pPr>
        <w:rPr>
          <w:rFonts w:cs="Arial"/>
          <w:sz w:val="24"/>
          <w:szCs w:val="24"/>
        </w:rPr>
      </w:pPr>
    </w:p>
    <w:p w14:paraId="201E445E" w14:textId="53DADE48" w:rsidR="003E7747" w:rsidRPr="00731E85" w:rsidRDefault="003E7747" w:rsidP="0037132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Zodpovědný </w:t>
      </w:r>
      <w:r w:rsidR="00371326">
        <w:rPr>
          <w:rFonts w:cs="Arial"/>
          <w:sz w:val="24"/>
          <w:szCs w:val="24"/>
        </w:rPr>
        <w:t>p</w:t>
      </w:r>
      <w:r>
        <w:rPr>
          <w:rFonts w:cs="Arial"/>
          <w:sz w:val="24"/>
          <w:szCs w:val="24"/>
        </w:rPr>
        <w:t>rojektant:</w:t>
      </w:r>
      <w:r>
        <w:rPr>
          <w:rFonts w:cs="Arial"/>
          <w:sz w:val="24"/>
          <w:szCs w:val="24"/>
        </w:rPr>
        <w:tab/>
      </w:r>
      <w:r w:rsidR="000119FB" w:rsidRPr="000F641B">
        <w:rPr>
          <w:rFonts w:cs="Arial"/>
          <w:b/>
          <w:bCs/>
          <w:sz w:val="24"/>
          <w:szCs w:val="24"/>
        </w:rPr>
        <w:t>Ing.</w:t>
      </w:r>
      <w:r w:rsidRPr="000F641B">
        <w:rPr>
          <w:rFonts w:cs="Arial"/>
          <w:b/>
          <w:bCs/>
          <w:sz w:val="24"/>
          <w:szCs w:val="24"/>
        </w:rPr>
        <w:t xml:space="preserve"> </w:t>
      </w:r>
      <w:r w:rsidR="00A30ACF">
        <w:rPr>
          <w:rFonts w:cs="Arial"/>
          <w:b/>
          <w:bCs/>
          <w:sz w:val="24"/>
          <w:szCs w:val="24"/>
        </w:rPr>
        <w:t>Peter Petrič</w:t>
      </w:r>
    </w:p>
    <w:p w14:paraId="3DF19913" w14:textId="77777777" w:rsidR="004C6B18" w:rsidRDefault="004C6B18" w:rsidP="006B62AE">
      <w:pPr>
        <w:pStyle w:val="Zkladntext"/>
        <w:rPr>
          <w:rFonts w:cs="Arial"/>
          <w:b/>
          <w:sz w:val="36"/>
          <w:szCs w:val="36"/>
        </w:rPr>
      </w:pPr>
    </w:p>
    <w:p w14:paraId="2D14D859" w14:textId="77777777" w:rsidR="00731E85" w:rsidRDefault="00731E85" w:rsidP="006B62AE">
      <w:pPr>
        <w:pStyle w:val="Zkladntext"/>
        <w:rPr>
          <w:rFonts w:cs="Arial"/>
          <w:b/>
          <w:sz w:val="36"/>
          <w:szCs w:val="36"/>
        </w:rPr>
      </w:pPr>
    </w:p>
    <w:p w14:paraId="7D7351F6" w14:textId="77777777" w:rsidR="00A14C57" w:rsidRDefault="008F0941" w:rsidP="000E5C1B">
      <w:pPr>
        <w:pStyle w:val="Zkladntext"/>
        <w:ind w:firstLine="0"/>
        <w:rPr>
          <w:noProof/>
        </w:rPr>
      </w:pPr>
      <w:r w:rsidRPr="000E5C1B">
        <w:rPr>
          <w:rFonts w:cs="Arial"/>
          <w:b/>
          <w:sz w:val="36"/>
          <w:szCs w:val="36"/>
          <w:u w:val="single"/>
        </w:rPr>
        <w:lastRenderedPageBreak/>
        <w:t>Obsah</w:t>
      </w:r>
      <w:r w:rsidRPr="006B62AE">
        <w:rPr>
          <w:rFonts w:cs="Arial"/>
          <w:b/>
          <w:sz w:val="36"/>
          <w:szCs w:val="36"/>
          <w:u w:val="single"/>
        </w:rPr>
        <w:fldChar w:fldCharType="begin"/>
      </w:r>
      <w:r w:rsidRPr="000E5C1B">
        <w:rPr>
          <w:rFonts w:cs="Arial"/>
          <w:b/>
          <w:sz w:val="36"/>
          <w:szCs w:val="36"/>
          <w:u w:val="single"/>
        </w:rPr>
        <w:instrText xml:space="preserve"> TOC \o "1-5" \h \z \u </w:instrText>
      </w:r>
      <w:r w:rsidRPr="006B62AE">
        <w:rPr>
          <w:rFonts w:cs="Arial"/>
          <w:b/>
          <w:sz w:val="36"/>
          <w:szCs w:val="36"/>
          <w:u w:val="single"/>
        </w:rPr>
        <w:fldChar w:fldCharType="separate"/>
      </w:r>
    </w:p>
    <w:p w14:paraId="4C1C537C" w14:textId="62981BDC" w:rsidR="00A14C5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9751862" w:history="1">
        <w:r w:rsidR="00A14C57" w:rsidRPr="00FF4E1E">
          <w:rPr>
            <w:rStyle w:val="Hypertextovprepojenie"/>
            <w:noProof/>
          </w:rPr>
          <w:t>A.1 Identifikační údaje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_Toc39751862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3</w:t>
        </w:r>
        <w:r w:rsidR="00A14C57">
          <w:rPr>
            <w:noProof/>
            <w:webHidden/>
          </w:rPr>
          <w:fldChar w:fldCharType="end"/>
        </w:r>
      </w:hyperlink>
    </w:p>
    <w:p w14:paraId="75BBA578" w14:textId="10F18BB3" w:rsidR="00A14C57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1863" w:history="1">
        <w:r w:rsidR="00A14C57" w:rsidRPr="00FF4E1E">
          <w:rPr>
            <w:rStyle w:val="Hypertextovprepojenie"/>
            <w:noProof/>
          </w:rPr>
          <w:t>A.1.1 Údaje o stavbě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_Toc39751863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3</w:t>
        </w:r>
        <w:r w:rsidR="00A14C57">
          <w:rPr>
            <w:noProof/>
            <w:webHidden/>
          </w:rPr>
          <w:fldChar w:fldCharType="end"/>
        </w:r>
      </w:hyperlink>
    </w:p>
    <w:p w14:paraId="3AC7DC3D" w14:textId="2EDB3E0F" w:rsidR="00A14C57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1864" w:history="1">
        <w:r w:rsidR="00A14C57" w:rsidRPr="00FF4E1E">
          <w:rPr>
            <w:rStyle w:val="Hypertextovprepojenie"/>
            <w:noProof/>
          </w:rPr>
          <w:t>A.1.2 Údaje o stavebníkovi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_Toc39751864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3</w:t>
        </w:r>
        <w:r w:rsidR="00A14C57">
          <w:rPr>
            <w:noProof/>
            <w:webHidden/>
          </w:rPr>
          <w:fldChar w:fldCharType="end"/>
        </w:r>
      </w:hyperlink>
    </w:p>
    <w:p w14:paraId="2058DC84" w14:textId="1533D711" w:rsidR="00A14C57" w:rsidRDefault="00000000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751865" w:history="1">
        <w:r w:rsidR="00A14C57" w:rsidRPr="00FF4E1E">
          <w:rPr>
            <w:rStyle w:val="Hypertextovprepojenie"/>
            <w:noProof/>
          </w:rPr>
          <w:t>A.1.3 Údaje o zpracovateli dokumentace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_Toc39751865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4</w:t>
        </w:r>
        <w:r w:rsidR="00A14C57">
          <w:rPr>
            <w:noProof/>
            <w:webHidden/>
          </w:rPr>
          <w:fldChar w:fldCharType="end"/>
        </w:r>
      </w:hyperlink>
    </w:p>
    <w:p w14:paraId="0C106AF4" w14:textId="0AA04601" w:rsidR="00A14C5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9751866" w:history="1">
        <w:r w:rsidR="00A14C57" w:rsidRPr="00FF4E1E">
          <w:rPr>
            <w:rStyle w:val="Hypertextovprepojenie"/>
            <w:noProof/>
          </w:rPr>
          <w:t>Členění stavby na objekty a technická zařízení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_Toc39751866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4</w:t>
        </w:r>
        <w:r w:rsidR="00A14C57">
          <w:rPr>
            <w:noProof/>
            <w:webHidden/>
          </w:rPr>
          <w:fldChar w:fldCharType="end"/>
        </w:r>
      </w:hyperlink>
    </w:p>
    <w:p w14:paraId="6CE3D28D" w14:textId="3B708D57" w:rsidR="00A14C5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9751867" w:history="1">
        <w:r w:rsidR="00A14C57" w:rsidRPr="00FF4E1E">
          <w:rPr>
            <w:rStyle w:val="Hypertextovprepojenie"/>
            <w:noProof/>
          </w:rPr>
          <w:t>Seznam vstupních podkladů</w:t>
        </w:r>
        <w:r w:rsidR="00A14C57">
          <w:rPr>
            <w:noProof/>
            <w:webHidden/>
          </w:rPr>
          <w:tab/>
        </w:r>
        <w:r w:rsidR="00A14C57">
          <w:rPr>
            <w:noProof/>
            <w:webHidden/>
          </w:rPr>
          <w:fldChar w:fldCharType="begin"/>
        </w:r>
        <w:r w:rsidR="00A14C57">
          <w:rPr>
            <w:noProof/>
            <w:webHidden/>
          </w:rPr>
          <w:instrText xml:space="preserve"> PAGEREF _Toc39751867 \h </w:instrText>
        </w:r>
        <w:r w:rsidR="00A14C57">
          <w:rPr>
            <w:noProof/>
            <w:webHidden/>
          </w:rPr>
        </w:r>
        <w:r w:rsidR="00A14C57">
          <w:rPr>
            <w:noProof/>
            <w:webHidden/>
          </w:rPr>
          <w:fldChar w:fldCharType="separate"/>
        </w:r>
        <w:r w:rsidR="000119FB">
          <w:rPr>
            <w:noProof/>
            <w:webHidden/>
          </w:rPr>
          <w:t>4</w:t>
        </w:r>
        <w:r w:rsidR="00A14C57">
          <w:rPr>
            <w:noProof/>
            <w:webHidden/>
          </w:rPr>
          <w:fldChar w:fldCharType="end"/>
        </w:r>
      </w:hyperlink>
    </w:p>
    <w:p w14:paraId="59EF4ED1" w14:textId="77777777" w:rsidR="008F0941" w:rsidRPr="008F0941" w:rsidRDefault="008F0941" w:rsidP="008F0941">
      <w:pPr>
        <w:rPr>
          <w:rFonts w:cs="Arial"/>
        </w:rPr>
      </w:pPr>
      <w:r w:rsidRPr="006B62AE">
        <w:rPr>
          <w:rFonts w:cs="Arial"/>
          <w:sz w:val="18"/>
          <w:szCs w:val="18"/>
        </w:rPr>
        <w:fldChar w:fldCharType="end"/>
      </w:r>
    </w:p>
    <w:p w14:paraId="13A226B2" w14:textId="77777777" w:rsidR="004A7D5E" w:rsidRDefault="004A7D5E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1" w:name="_Toc378335163"/>
      <w:bookmarkStart w:id="2" w:name="_Toc512597815"/>
      <w:r>
        <w:br w:type="page"/>
      </w:r>
    </w:p>
    <w:p w14:paraId="4CAF898F" w14:textId="4F4CF4CC" w:rsidR="008F0941" w:rsidRPr="00160FB9" w:rsidRDefault="003E504F" w:rsidP="00D4618A">
      <w:pPr>
        <w:pStyle w:val="Nadpis1"/>
      </w:pPr>
      <w:bookmarkStart w:id="3" w:name="_Toc39751862"/>
      <w:r>
        <w:lastRenderedPageBreak/>
        <w:t xml:space="preserve">A.1 </w:t>
      </w:r>
      <w:r w:rsidR="008F0941" w:rsidRPr="00160FB9">
        <w:t>Identifikační údaje</w:t>
      </w:r>
      <w:bookmarkEnd w:id="1"/>
      <w:bookmarkEnd w:id="2"/>
      <w:bookmarkEnd w:id="3"/>
    </w:p>
    <w:p w14:paraId="053D006E" w14:textId="77777777" w:rsidR="008F0941" w:rsidRPr="00160FB9" w:rsidRDefault="008F0941" w:rsidP="008F0941">
      <w:pPr>
        <w:rPr>
          <w:rFonts w:cs="Arial"/>
        </w:rPr>
      </w:pPr>
    </w:p>
    <w:p w14:paraId="46376F03" w14:textId="6F4BB551" w:rsidR="00E74E09" w:rsidRPr="00160FB9" w:rsidRDefault="00C93240" w:rsidP="00FC79F7">
      <w:pPr>
        <w:pStyle w:val="Nadpis2"/>
        <w:numPr>
          <w:ilvl w:val="0"/>
          <w:numId w:val="0"/>
        </w:numPr>
        <w:spacing w:before="120"/>
      </w:pPr>
      <w:bookmarkStart w:id="4" w:name="_Toc378335164"/>
      <w:bookmarkStart w:id="5" w:name="_Toc384818267"/>
      <w:bookmarkStart w:id="6" w:name="_Toc512597816"/>
      <w:bookmarkStart w:id="7" w:name="_Toc39751863"/>
      <w:r>
        <w:t xml:space="preserve">A.1.1 </w:t>
      </w:r>
      <w:r w:rsidR="008F0941" w:rsidRPr="00160FB9">
        <w:t>Údaje o stavbě</w:t>
      </w:r>
      <w:bookmarkEnd w:id="4"/>
      <w:bookmarkEnd w:id="5"/>
      <w:bookmarkEnd w:id="6"/>
      <w:bookmarkEnd w:id="7"/>
    </w:p>
    <w:p w14:paraId="63479F40" w14:textId="0BA5605B" w:rsidR="001E11BC" w:rsidRDefault="001E11BC" w:rsidP="00981E62">
      <w:pPr>
        <w:pStyle w:val="Zkladntext"/>
        <w:numPr>
          <w:ilvl w:val="0"/>
          <w:numId w:val="45"/>
        </w:numPr>
      </w:pPr>
      <w:r>
        <w:t>Název stavby:</w:t>
      </w:r>
      <w:r>
        <w:tab/>
      </w:r>
      <w:r w:rsidR="00717F88">
        <w:tab/>
      </w:r>
      <w:r w:rsidR="00FA065D">
        <w:t>F</w:t>
      </w:r>
      <w:r w:rsidR="00596C25">
        <w:t>otovoltaická</w:t>
      </w:r>
      <w:r w:rsidR="00FA065D">
        <w:t xml:space="preserve"> elektrárna </w:t>
      </w:r>
      <w:r w:rsidR="0091742A">
        <w:t>ZŠ Jana Babáka</w:t>
      </w:r>
    </w:p>
    <w:p w14:paraId="3B1D10A3" w14:textId="5A738E46" w:rsidR="00853AB9" w:rsidRDefault="001E11BC" w:rsidP="00FA065D">
      <w:pPr>
        <w:pStyle w:val="Zkladntext"/>
        <w:numPr>
          <w:ilvl w:val="0"/>
          <w:numId w:val="45"/>
        </w:numPr>
      </w:pPr>
      <w:r>
        <w:t>Místo s</w:t>
      </w:r>
      <w:r w:rsidR="005317D6" w:rsidRPr="00160FB9">
        <w:t>tavb</w:t>
      </w:r>
      <w:r>
        <w:t>y</w:t>
      </w:r>
      <w:r w:rsidR="00E74E09" w:rsidRPr="00160FB9">
        <w:t>:</w:t>
      </w:r>
      <w:r>
        <w:tab/>
      </w:r>
      <w:r w:rsidR="00717F88">
        <w:tab/>
      </w:r>
      <w:r w:rsidR="00440576">
        <w:t>p.č.</w:t>
      </w:r>
      <w:r w:rsidR="00853AB9">
        <w:t xml:space="preserve"> </w:t>
      </w:r>
      <w:r w:rsidR="004E4841">
        <w:t>2610/1</w:t>
      </w:r>
    </w:p>
    <w:p w14:paraId="401B58FD" w14:textId="187D9B4D" w:rsidR="00E74E09" w:rsidRDefault="00853AB9" w:rsidP="0070542B">
      <w:pPr>
        <w:pStyle w:val="Zkladntext"/>
        <w:ind w:left="2160"/>
      </w:pPr>
      <w:r>
        <w:t xml:space="preserve">k.ú. </w:t>
      </w:r>
      <w:r w:rsidR="0091742A">
        <w:t>Žabovřesky</w:t>
      </w:r>
    </w:p>
    <w:p w14:paraId="38236F30" w14:textId="6C3E785C" w:rsidR="00D43909" w:rsidRDefault="00D43909" w:rsidP="0070542B">
      <w:pPr>
        <w:pStyle w:val="Zkladntext"/>
        <w:ind w:left="2160"/>
      </w:pPr>
      <w:r>
        <w:t xml:space="preserve">okres: </w:t>
      </w:r>
      <w:r w:rsidR="00A76E6D">
        <w:t>Brno-město</w:t>
      </w:r>
    </w:p>
    <w:p w14:paraId="2B49D59E" w14:textId="6523F0B7" w:rsidR="00365BB5" w:rsidRDefault="00365BB5" w:rsidP="0070542B">
      <w:pPr>
        <w:pStyle w:val="Zkladntext"/>
        <w:ind w:left="2160"/>
      </w:pPr>
      <w:r>
        <w:t xml:space="preserve">kraj: </w:t>
      </w:r>
      <w:r w:rsidR="00A76E6D">
        <w:t>Jihomoravský kraj</w:t>
      </w:r>
    </w:p>
    <w:p w14:paraId="370F4792" w14:textId="521E321B" w:rsidR="0006670D" w:rsidRDefault="00C65D18" w:rsidP="00D55548">
      <w:pPr>
        <w:pStyle w:val="Zkladntext"/>
        <w:numPr>
          <w:ilvl w:val="0"/>
          <w:numId w:val="45"/>
        </w:numPr>
      </w:pPr>
      <w:r>
        <w:t>Předmět dokumentace:</w:t>
      </w:r>
      <w:r>
        <w:tab/>
      </w:r>
    </w:p>
    <w:p w14:paraId="2568AD5A" w14:textId="2A336D07" w:rsidR="0037209F" w:rsidRDefault="00E52685" w:rsidP="0037209F">
      <w:pPr>
        <w:pStyle w:val="Zkladntext"/>
        <w:ind w:firstLine="0"/>
      </w:pPr>
      <w:r>
        <w:t xml:space="preserve">Předmětem dokumentace je dodávka a instalace technologie fotovoltaické elektrárny pro stávající </w:t>
      </w:r>
      <w:r w:rsidR="00BE7DD1">
        <w:t xml:space="preserve">budovu </w:t>
      </w:r>
      <w:r w:rsidR="00902FAB">
        <w:t>Základní školy Jana Babáka</w:t>
      </w:r>
      <w:r w:rsidR="000926F4">
        <w:t xml:space="preserve"> v Brně</w:t>
      </w:r>
      <w:r w:rsidR="00BE7DD1">
        <w:t>.</w:t>
      </w:r>
      <w:r w:rsidR="00C22423">
        <w:t xml:space="preserve"> Nově instalována technologie se bude skládat z</w:t>
      </w:r>
      <w:r w:rsidR="004D310A">
        <w:t>:</w:t>
      </w:r>
    </w:p>
    <w:p w14:paraId="299D87AC" w14:textId="5B03DF56" w:rsidR="004D310A" w:rsidRDefault="00051EC3" w:rsidP="004D310A">
      <w:pPr>
        <w:pStyle w:val="Zkladntext"/>
        <w:numPr>
          <w:ilvl w:val="0"/>
          <w:numId w:val="49"/>
        </w:numPr>
      </w:pPr>
      <w:r>
        <w:t>Monokrystalický f</w:t>
      </w:r>
      <w:r w:rsidR="004D310A">
        <w:t>otovol</w:t>
      </w:r>
      <w:r w:rsidR="004D5B24">
        <w:t>t</w:t>
      </w:r>
      <w:r w:rsidR="004D310A">
        <w:t>aické panely</w:t>
      </w:r>
      <w:r w:rsidR="00401758">
        <w:t xml:space="preserve"> </w:t>
      </w:r>
      <w:r w:rsidR="004E44AC">
        <w:t xml:space="preserve">o výkonu </w:t>
      </w:r>
      <w:r w:rsidR="0026611C">
        <w:t>450</w:t>
      </w:r>
      <w:r w:rsidR="004E44AC">
        <w:t xml:space="preserve"> W</w:t>
      </w:r>
    </w:p>
    <w:p w14:paraId="54A15472" w14:textId="56D6F6D3" w:rsidR="004C1074" w:rsidRDefault="004C1074" w:rsidP="004D310A">
      <w:pPr>
        <w:pStyle w:val="Zkladntext"/>
        <w:numPr>
          <w:ilvl w:val="0"/>
          <w:numId w:val="49"/>
        </w:numPr>
      </w:pPr>
      <w:r>
        <w:t xml:space="preserve">Třífázový </w:t>
      </w:r>
      <w:r w:rsidR="00434E50">
        <w:t>síťový střídač</w:t>
      </w:r>
      <w:r>
        <w:t xml:space="preserve"> </w:t>
      </w:r>
      <w:r w:rsidR="00B17051">
        <w:t>o výkonu</w:t>
      </w:r>
      <w:r w:rsidR="00445D21">
        <w:t xml:space="preserve"> </w:t>
      </w:r>
      <w:r w:rsidR="00434E50">
        <w:t>30</w:t>
      </w:r>
      <w:r w:rsidR="00445D21">
        <w:t xml:space="preserve"> kW</w:t>
      </w:r>
    </w:p>
    <w:p w14:paraId="2A72AFE0" w14:textId="3A89CCE7" w:rsidR="00E74F76" w:rsidRDefault="00E74F76" w:rsidP="004D310A">
      <w:pPr>
        <w:pStyle w:val="Zkladntext"/>
        <w:numPr>
          <w:ilvl w:val="0"/>
          <w:numId w:val="49"/>
        </w:numPr>
      </w:pPr>
      <w:r>
        <w:t xml:space="preserve">Třífázový </w:t>
      </w:r>
      <w:r w:rsidR="00434E50">
        <w:t>síťový střídač</w:t>
      </w:r>
      <w:r>
        <w:t xml:space="preserve"> o výkonu </w:t>
      </w:r>
      <w:r w:rsidR="00434E50">
        <w:t>5</w:t>
      </w:r>
      <w:r w:rsidR="009E5867">
        <w:t>0</w:t>
      </w:r>
      <w:r>
        <w:t xml:space="preserve"> kW</w:t>
      </w:r>
    </w:p>
    <w:p w14:paraId="2A449EDF" w14:textId="7C8BA811" w:rsidR="00D74F76" w:rsidRDefault="007D73F9" w:rsidP="00FC79F7">
      <w:pPr>
        <w:pStyle w:val="Nadpis2"/>
        <w:numPr>
          <w:ilvl w:val="0"/>
          <w:numId w:val="0"/>
        </w:numPr>
      </w:pPr>
      <w:bookmarkStart w:id="8" w:name="_Toc39751864"/>
      <w:bookmarkStart w:id="9" w:name="_Toc378335165"/>
      <w:r>
        <w:t xml:space="preserve">A.1.2 Údaje </w:t>
      </w:r>
      <w:r w:rsidR="00DB13A3">
        <w:t>o stavebníkovi</w:t>
      </w:r>
      <w:bookmarkEnd w:id="8"/>
    </w:p>
    <w:p w14:paraId="7F92F6FC" w14:textId="06ABAA02" w:rsidR="00B35DCE" w:rsidRDefault="000F38E0" w:rsidP="00F02304">
      <w:pPr>
        <w:pStyle w:val="Zkladntext"/>
        <w:ind w:firstLine="0"/>
        <w:rPr>
          <w:rFonts w:cs="Arial"/>
        </w:rPr>
      </w:pPr>
      <w:r>
        <w:rPr>
          <w:rFonts w:cs="Arial"/>
        </w:rPr>
        <w:t>Investor: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A4E1B">
        <w:rPr>
          <w:rFonts w:cs="Arial"/>
        </w:rPr>
        <w:t>SAKO Brno</w:t>
      </w:r>
      <w:r w:rsidR="00E933DF">
        <w:rPr>
          <w:rFonts w:cs="Arial"/>
        </w:rPr>
        <w:t xml:space="preserve"> SOLAR</w:t>
      </w:r>
      <w:r w:rsidR="00FA4E1B">
        <w:rPr>
          <w:rFonts w:cs="Arial"/>
        </w:rPr>
        <w:t>, a.s.</w:t>
      </w:r>
    </w:p>
    <w:p w14:paraId="7D1CA950" w14:textId="26034ECB" w:rsidR="00072F57" w:rsidRDefault="00FA4E1B" w:rsidP="00072F57">
      <w:pPr>
        <w:pStyle w:val="Zkladntext"/>
        <w:ind w:left="2880" w:firstLine="0"/>
        <w:rPr>
          <w:rFonts w:cs="Arial"/>
        </w:rPr>
      </w:pPr>
      <w:r>
        <w:rPr>
          <w:rFonts w:cs="Arial"/>
        </w:rPr>
        <w:t>Jedovnická 2</w:t>
      </w:r>
    </w:p>
    <w:p w14:paraId="3C8221E3" w14:textId="10EE4CFC" w:rsidR="00072F57" w:rsidRDefault="00FA4E1B" w:rsidP="00072F57">
      <w:pPr>
        <w:pStyle w:val="Zkladntext"/>
        <w:ind w:left="2880" w:firstLine="0"/>
        <w:rPr>
          <w:rFonts w:cs="Arial"/>
        </w:rPr>
      </w:pPr>
      <w:r>
        <w:rPr>
          <w:rFonts w:cs="Arial"/>
        </w:rPr>
        <w:t>628 00 Brno</w:t>
      </w:r>
    </w:p>
    <w:p w14:paraId="4CA21CF7" w14:textId="3700132E" w:rsidR="00B455ED" w:rsidRDefault="00B455ED" w:rsidP="00B455ED">
      <w:pPr>
        <w:pStyle w:val="Zkladntext"/>
        <w:ind w:firstLine="0"/>
        <w:rPr>
          <w:rFonts w:cs="Arial"/>
        </w:rPr>
      </w:pPr>
      <w:r>
        <w:rPr>
          <w:rFonts w:cs="Arial"/>
        </w:rPr>
        <w:t>IČ: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933DF">
        <w:rPr>
          <w:rFonts w:cs="Arial"/>
        </w:rPr>
        <w:t>14103320</w:t>
      </w:r>
    </w:p>
    <w:p w14:paraId="44FF5E34" w14:textId="77777777" w:rsidR="00607E87" w:rsidRPr="00160FB9" w:rsidRDefault="00607E87" w:rsidP="00B455ED">
      <w:pPr>
        <w:pStyle w:val="Zkladntext"/>
        <w:ind w:firstLine="0"/>
        <w:rPr>
          <w:rFonts w:cs="Arial"/>
        </w:rPr>
      </w:pPr>
    </w:p>
    <w:p w14:paraId="79420B53" w14:textId="005F3D2E" w:rsidR="008F0941" w:rsidRPr="00160FB9" w:rsidRDefault="004D0B03" w:rsidP="00FC79F7">
      <w:pPr>
        <w:pStyle w:val="Nadpis2"/>
        <w:numPr>
          <w:ilvl w:val="0"/>
          <w:numId w:val="0"/>
        </w:numPr>
        <w:spacing w:before="120"/>
      </w:pPr>
      <w:bookmarkStart w:id="10" w:name="_Toc388529923"/>
      <w:bookmarkStart w:id="11" w:name="_Toc512597817"/>
      <w:bookmarkStart w:id="12" w:name="_Toc39751865"/>
      <w:bookmarkEnd w:id="9"/>
      <w:r>
        <w:t xml:space="preserve">A.1.3 </w:t>
      </w:r>
      <w:r w:rsidR="008F0941" w:rsidRPr="00160FB9">
        <w:t>Údaje o zpracovateli dokumentace</w:t>
      </w:r>
      <w:bookmarkEnd w:id="10"/>
      <w:bookmarkEnd w:id="11"/>
      <w:bookmarkEnd w:id="12"/>
    </w:p>
    <w:p w14:paraId="4972AE45" w14:textId="2243ECE9" w:rsidR="009618E9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Projektant:</w:t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Pr="00160FB9">
        <w:rPr>
          <w:rFonts w:cs="Arial"/>
        </w:rPr>
        <w:t xml:space="preserve">MAGUS </w:t>
      </w:r>
      <w:r w:rsidR="001B1015" w:rsidRPr="00160FB9">
        <w:rPr>
          <w:rFonts w:cs="Arial"/>
        </w:rPr>
        <w:t>INTERNATIONAL,</w:t>
      </w:r>
      <w:r w:rsidR="00117D28">
        <w:rPr>
          <w:rFonts w:cs="Arial"/>
        </w:rPr>
        <w:t xml:space="preserve"> </w:t>
      </w:r>
      <w:r w:rsidR="001B1015" w:rsidRPr="00160FB9">
        <w:rPr>
          <w:rFonts w:cs="Arial"/>
        </w:rPr>
        <w:t>a.s.</w:t>
      </w:r>
    </w:p>
    <w:p w14:paraId="1A8F9681" w14:textId="77777777" w:rsidR="009618E9" w:rsidRPr="00160FB9" w:rsidRDefault="009618E9" w:rsidP="009618E9">
      <w:pPr>
        <w:rPr>
          <w:rFonts w:cs="Arial"/>
        </w:rPr>
      </w:pPr>
    </w:p>
    <w:p w14:paraId="4F947BBC" w14:textId="22E47D90" w:rsidR="009618E9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IČ:</w:t>
      </w:r>
      <w:r w:rsidR="00095414">
        <w:rPr>
          <w:rFonts w:cs="Arial"/>
        </w:rPr>
        <w:tab/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="006A4270" w:rsidRPr="00160FB9">
        <w:rPr>
          <w:rFonts w:cs="Arial"/>
        </w:rPr>
        <w:t>29361672</w:t>
      </w:r>
    </w:p>
    <w:p w14:paraId="7E140184" w14:textId="77777777" w:rsidR="009618E9" w:rsidRPr="00160FB9" w:rsidRDefault="009618E9" w:rsidP="009618E9">
      <w:pPr>
        <w:rPr>
          <w:rFonts w:cs="Arial"/>
        </w:rPr>
      </w:pPr>
    </w:p>
    <w:p w14:paraId="58C96BDD" w14:textId="32B1CBC3" w:rsidR="008F0941" w:rsidRPr="00160FB9" w:rsidRDefault="009618E9" w:rsidP="00F02304">
      <w:pPr>
        <w:ind w:firstLine="0"/>
        <w:rPr>
          <w:rFonts w:cs="Arial"/>
        </w:rPr>
      </w:pPr>
      <w:r w:rsidRPr="00160FB9">
        <w:rPr>
          <w:rFonts w:cs="Arial"/>
        </w:rPr>
        <w:t>Adresa:</w:t>
      </w:r>
      <w:r w:rsidR="00095414">
        <w:rPr>
          <w:rFonts w:cs="Arial"/>
        </w:rPr>
        <w:tab/>
      </w:r>
      <w:r w:rsidRPr="00160FB9">
        <w:rPr>
          <w:rFonts w:cs="Arial"/>
        </w:rPr>
        <w:tab/>
      </w:r>
      <w:r w:rsidRPr="00160FB9">
        <w:rPr>
          <w:rFonts w:cs="Arial"/>
        </w:rPr>
        <w:tab/>
      </w:r>
      <w:r w:rsidR="00072975">
        <w:rPr>
          <w:rFonts w:cs="Arial"/>
        </w:rPr>
        <w:tab/>
      </w:r>
      <w:r w:rsidRPr="00160FB9">
        <w:rPr>
          <w:rFonts w:cs="Arial"/>
        </w:rPr>
        <w:t>Pohankova 34/8, Brno, PSČ 628 00</w:t>
      </w:r>
      <w:r w:rsidR="008F0941" w:rsidRPr="00160FB9">
        <w:rPr>
          <w:rFonts w:cs="Arial"/>
        </w:rPr>
        <w:t xml:space="preserve">   </w:t>
      </w:r>
    </w:p>
    <w:p w14:paraId="527C9F8A" w14:textId="77777777" w:rsidR="009618E9" w:rsidRPr="00160FB9" w:rsidRDefault="009618E9" w:rsidP="008F0941">
      <w:pPr>
        <w:rPr>
          <w:rFonts w:cs="Arial"/>
        </w:rPr>
      </w:pPr>
    </w:p>
    <w:p w14:paraId="4B22F889" w14:textId="0C884931" w:rsidR="001E11BC" w:rsidRDefault="001E11BC" w:rsidP="00F02304">
      <w:pPr>
        <w:ind w:firstLine="0"/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 w:rsidR="00072975">
        <w:rPr>
          <w:rFonts w:cs="Arial"/>
        </w:rPr>
        <w:tab/>
      </w:r>
      <w:r w:rsidR="00FE530C">
        <w:rPr>
          <w:rFonts w:cs="Arial"/>
        </w:rPr>
        <w:t>Ing.</w:t>
      </w:r>
      <w:r w:rsidR="00072975">
        <w:rPr>
          <w:rFonts w:cs="Arial"/>
        </w:rPr>
        <w:t xml:space="preserve"> </w:t>
      </w:r>
      <w:r w:rsidR="00D7134B">
        <w:rPr>
          <w:rFonts w:cs="Arial"/>
        </w:rPr>
        <w:t>Peter Petrič</w:t>
      </w:r>
    </w:p>
    <w:p w14:paraId="4009806F" w14:textId="77777777" w:rsidR="001E11BC" w:rsidRDefault="001E11BC" w:rsidP="008F0941">
      <w:pPr>
        <w:rPr>
          <w:rFonts w:cs="Arial"/>
        </w:rPr>
      </w:pPr>
    </w:p>
    <w:p w14:paraId="2A2E6FA8" w14:textId="35FA8FE9" w:rsidR="00FF1FB5" w:rsidRDefault="00613894" w:rsidP="00F02304">
      <w:pPr>
        <w:ind w:firstLine="0"/>
        <w:rPr>
          <w:rFonts w:cs="Arial"/>
        </w:rPr>
      </w:pPr>
      <w:r w:rsidRPr="00160FB9">
        <w:rPr>
          <w:rFonts w:cs="Arial"/>
        </w:rPr>
        <w:t>Vypracoval</w:t>
      </w:r>
      <w:r w:rsidR="008F0941" w:rsidRPr="00160FB9">
        <w:rPr>
          <w:rFonts w:cs="Arial"/>
        </w:rPr>
        <w:t>:</w:t>
      </w:r>
      <w:r w:rsidR="00095414">
        <w:rPr>
          <w:rFonts w:cs="Arial"/>
        </w:rPr>
        <w:tab/>
      </w:r>
      <w:r w:rsidR="00E643F3" w:rsidRPr="00160FB9">
        <w:rPr>
          <w:rFonts w:cs="Arial"/>
          <w:color w:val="FF0000"/>
        </w:rPr>
        <w:tab/>
      </w:r>
      <w:r w:rsidR="00072975">
        <w:rPr>
          <w:rFonts w:cs="Arial"/>
          <w:color w:val="FF0000"/>
        </w:rPr>
        <w:tab/>
      </w:r>
      <w:r w:rsidR="00FE530C" w:rsidRPr="00160FB9">
        <w:rPr>
          <w:rFonts w:cs="Arial"/>
        </w:rPr>
        <w:t>Ing.</w:t>
      </w:r>
      <w:r w:rsidR="00D74F76" w:rsidRPr="00160FB9">
        <w:rPr>
          <w:rFonts w:cs="Arial"/>
        </w:rPr>
        <w:t xml:space="preserve"> </w:t>
      </w:r>
      <w:r w:rsidR="00127031">
        <w:rPr>
          <w:rFonts w:cs="Arial"/>
        </w:rPr>
        <w:t>Peter Petrič</w:t>
      </w:r>
    </w:p>
    <w:p w14:paraId="533DF8FE" w14:textId="3B0988B3" w:rsidR="004309C6" w:rsidRPr="00160FB9" w:rsidRDefault="004309C6" w:rsidP="00FF1FB5">
      <w:pPr>
        <w:ind w:firstLine="0"/>
        <w:jc w:val="left"/>
        <w:rPr>
          <w:rFonts w:cs="Arial"/>
        </w:rPr>
      </w:pPr>
    </w:p>
    <w:p w14:paraId="1DA94A88" w14:textId="69E366DF" w:rsidR="008F0941" w:rsidRPr="00160FB9" w:rsidRDefault="008F0941" w:rsidP="004309C6">
      <w:pPr>
        <w:ind w:left="2160"/>
        <w:rPr>
          <w:rFonts w:cs="Arial"/>
        </w:rPr>
      </w:pPr>
    </w:p>
    <w:p w14:paraId="7BE64B96" w14:textId="582BE9F6" w:rsidR="008F0941" w:rsidRDefault="008F0941" w:rsidP="00D46C91">
      <w:pPr>
        <w:rPr>
          <w:rFonts w:cs="Arial"/>
        </w:rPr>
      </w:pPr>
      <w:r w:rsidRPr="00160FB9">
        <w:rPr>
          <w:rFonts w:cs="Arial"/>
        </w:rPr>
        <w:tab/>
      </w:r>
    </w:p>
    <w:p w14:paraId="7E5FFF1E" w14:textId="77777777" w:rsidR="009640D8" w:rsidRDefault="009640D8">
      <w:pPr>
        <w:ind w:firstLine="0"/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13" w:name="_Toc39751866"/>
      <w:r>
        <w:br w:type="page"/>
      </w:r>
    </w:p>
    <w:p w14:paraId="707A276F" w14:textId="211E0D83" w:rsidR="00BC3CE0" w:rsidRDefault="00E933DF" w:rsidP="00766E06">
      <w:pPr>
        <w:pStyle w:val="Nadpis1"/>
      </w:pPr>
      <w:r>
        <w:lastRenderedPageBreak/>
        <w:t xml:space="preserve">A.2 </w:t>
      </w:r>
      <w:r w:rsidR="00BC3CE0">
        <w:t>Členění stavby na objekty a technická zařízení</w:t>
      </w:r>
      <w:bookmarkEnd w:id="13"/>
    </w:p>
    <w:p w14:paraId="0A80A735" w14:textId="77777777" w:rsidR="00766E06" w:rsidRPr="00766E06" w:rsidRDefault="00766E06" w:rsidP="00766E06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BC3CE0" w:rsidRPr="000B0386" w14:paraId="4EF5C11C" w14:textId="77777777" w:rsidTr="000B0386">
        <w:tc>
          <w:tcPr>
            <w:tcW w:w="3398" w:type="dxa"/>
            <w:shd w:val="clear" w:color="auto" w:fill="8DB3E2" w:themeFill="text2" w:themeFillTint="66"/>
            <w:vAlign w:val="center"/>
          </w:tcPr>
          <w:p w14:paraId="114CF56F" w14:textId="7302E1F8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0B0386">
              <w:rPr>
                <w:b/>
                <w:bCs/>
              </w:rPr>
              <w:t>D.1</w:t>
            </w:r>
          </w:p>
        </w:tc>
        <w:tc>
          <w:tcPr>
            <w:tcW w:w="3398" w:type="dxa"/>
            <w:shd w:val="clear" w:color="auto" w:fill="8DB3E2" w:themeFill="text2" w:themeFillTint="66"/>
            <w:vAlign w:val="center"/>
          </w:tcPr>
          <w:p w14:paraId="507070A6" w14:textId="77777777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3399" w:type="dxa"/>
            <w:shd w:val="clear" w:color="auto" w:fill="8DB3E2" w:themeFill="text2" w:themeFillTint="66"/>
            <w:vAlign w:val="center"/>
          </w:tcPr>
          <w:p w14:paraId="049E7B88" w14:textId="281448A3" w:rsidR="00BC3CE0" w:rsidRPr="000B0386" w:rsidRDefault="00BC3CE0" w:rsidP="00BC3CE0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0B0386">
              <w:rPr>
                <w:b/>
                <w:bCs/>
              </w:rPr>
              <w:t>Technologická část</w:t>
            </w:r>
          </w:p>
        </w:tc>
      </w:tr>
      <w:tr w:rsidR="00BC3CE0" w14:paraId="20CA078E" w14:textId="77777777" w:rsidTr="00BC3CE0">
        <w:tc>
          <w:tcPr>
            <w:tcW w:w="3398" w:type="dxa"/>
            <w:vAlign w:val="center"/>
          </w:tcPr>
          <w:p w14:paraId="44FE2B8F" w14:textId="77777777" w:rsidR="00BC3CE0" w:rsidRPr="00BC3CE0" w:rsidRDefault="00BC3CE0" w:rsidP="00BC3CE0">
            <w:pPr>
              <w:pStyle w:val="Zkladntext"/>
              <w:ind w:firstLine="0"/>
              <w:jc w:val="center"/>
            </w:pPr>
          </w:p>
        </w:tc>
        <w:tc>
          <w:tcPr>
            <w:tcW w:w="3398" w:type="dxa"/>
            <w:vAlign w:val="center"/>
          </w:tcPr>
          <w:p w14:paraId="65D9E55D" w14:textId="633171B3" w:rsidR="00BC3CE0" w:rsidRPr="00BC3CE0" w:rsidRDefault="005C1AEA" w:rsidP="00BC3CE0">
            <w:pPr>
              <w:pStyle w:val="Zkladntext"/>
              <w:ind w:firstLine="0"/>
              <w:jc w:val="center"/>
            </w:pPr>
            <w:r>
              <w:t>FVE</w:t>
            </w:r>
          </w:p>
        </w:tc>
        <w:tc>
          <w:tcPr>
            <w:tcW w:w="3399" w:type="dxa"/>
            <w:vAlign w:val="center"/>
          </w:tcPr>
          <w:p w14:paraId="73410782" w14:textId="159F23FD" w:rsidR="00BC3CE0" w:rsidRPr="00BC3CE0" w:rsidRDefault="008B05A0" w:rsidP="00BC3CE0">
            <w:pPr>
              <w:pStyle w:val="Zkladntext"/>
              <w:ind w:firstLine="0"/>
              <w:jc w:val="center"/>
            </w:pPr>
            <w:r>
              <w:t>Fotovoltaická elektrárna</w:t>
            </w:r>
          </w:p>
        </w:tc>
      </w:tr>
    </w:tbl>
    <w:p w14:paraId="3ED3C5A2" w14:textId="7A8CD3BC" w:rsidR="000B0386" w:rsidRDefault="00E933DF" w:rsidP="008833C2">
      <w:pPr>
        <w:pStyle w:val="Nadpis1"/>
      </w:pPr>
      <w:bookmarkStart w:id="14" w:name="_Toc39751867"/>
      <w:r>
        <w:t xml:space="preserve">A.3 </w:t>
      </w:r>
      <w:r w:rsidR="000B0386" w:rsidRPr="000B0386">
        <w:t>Seznam vstupních podkladů</w:t>
      </w:r>
      <w:bookmarkEnd w:id="14"/>
    </w:p>
    <w:p w14:paraId="2445777B" w14:textId="77777777" w:rsidR="000B0386" w:rsidRDefault="000B0386" w:rsidP="00BC3CE0">
      <w:pPr>
        <w:pStyle w:val="Zkladntext"/>
        <w:ind w:firstLine="0"/>
      </w:pPr>
    </w:p>
    <w:p w14:paraId="0E3BFE40" w14:textId="7FDFC3D8" w:rsidR="000B0386" w:rsidRDefault="000B0386" w:rsidP="00BC3CE0">
      <w:pPr>
        <w:pStyle w:val="Zkladntext"/>
        <w:ind w:firstLine="0"/>
      </w:pPr>
      <w:r>
        <w:t>Pro zpracování dokumentace byly k dispozici následující podklady</w:t>
      </w:r>
      <w:r w:rsidR="003220CF">
        <w:t>:</w:t>
      </w:r>
    </w:p>
    <w:p w14:paraId="4F086570" w14:textId="77777777" w:rsidR="003220CF" w:rsidRDefault="003220CF" w:rsidP="003220CF">
      <w:pPr>
        <w:pStyle w:val="Zkladntext"/>
        <w:numPr>
          <w:ilvl w:val="0"/>
          <w:numId w:val="44"/>
        </w:numPr>
      </w:pPr>
      <w:r>
        <w:t xml:space="preserve">Katastrální mapa </w:t>
      </w:r>
    </w:p>
    <w:p w14:paraId="29D397D1" w14:textId="0D641A60" w:rsidR="003220CF" w:rsidRDefault="003220CF" w:rsidP="003220CF">
      <w:pPr>
        <w:pStyle w:val="Zkladntext"/>
        <w:numPr>
          <w:ilvl w:val="0"/>
          <w:numId w:val="44"/>
        </w:numPr>
      </w:pPr>
      <w:r>
        <w:t xml:space="preserve">Výpis </w:t>
      </w:r>
      <w:r w:rsidR="00DF2DA1">
        <w:t xml:space="preserve">z </w:t>
      </w:r>
      <w:r>
        <w:t>katastru nemovitostí</w:t>
      </w:r>
    </w:p>
    <w:p w14:paraId="77CE200E" w14:textId="10CBF7B2" w:rsidR="003220CF" w:rsidRDefault="00FA65DE" w:rsidP="003220CF">
      <w:pPr>
        <w:pStyle w:val="Zkladntext"/>
        <w:numPr>
          <w:ilvl w:val="0"/>
          <w:numId w:val="44"/>
        </w:numPr>
      </w:pPr>
      <w:r>
        <w:t>Proh</w:t>
      </w:r>
      <w:r w:rsidR="00D220E9">
        <w:t>l</w:t>
      </w:r>
      <w:r>
        <w:t>ídka na místě stavby</w:t>
      </w:r>
      <w:r w:rsidR="00E933DF">
        <w:t xml:space="preserve"> a pořízená fotodokumentace</w:t>
      </w:r>
    </w:p>
    <w:p w14:paraId="343798C3" w14:textId="307605B6" w:rsidR="00E933DF" w:rsidRDefault="00E933DF" w:rsidP="003220CF">
      <w:pPr>
        <w:pStyle w:val="Zkladntext"/>
        <w:numPr>
          <w:ilvl w:val="0"/>
          <w:numId w:val="44"/>
        </w:numPr>
      </w:pPr>
      <w:r>
        <w:t>Stavební výkresy</w:t>
      </w:r>
    </w:p>
    <w:p w14:paraId="3AC5D5D5" w14:textId="215FAFD9" w:rsidR="00E933DF" w:rsidRDefault="00E933DF" w:rsidP="003220CF">
      <w:pPr>
        <w:pStyle w:val="Zkladntext"/>
        <w:numPr>
          <w:ilvl w:val="0"/>
          <w:numId w:val="44"/>
        </w:numPr>
      </w:pPr>
      <w:r>
        <w:t>Dokumentace předchozího stupně (DSP, DZS)</w:t>
      </w:r>
    </w:p>
    <w:p w14:paraId="6EE9CEE7" w14:textId="77DDB656" w:rsidR="00E933DF" w:rsidRDefault="00E933DF" w:rsidP="003220CF">
      <w:pPr>
        <w:pStyle w:val="Zkladntext"/>
        <w:numPr>
          <w:ilvl w:val="0"/>
          <w:numId w:val="44"/>
        </w:numPr>
      </w:pPr>
      <w:r>
        <w:t>Technické datasheety technologických zařízení</w:t>
      </w:r>
    </w:p>
    <w:p w14:paraId="0FA904AB" w14:textId="61C12CD7" w:rsidR="00E04BFE" w:rsidRDefault="00E04BFE" w:rsidP="003220CF">
      <w:pPr>
        <w:pStyle w:val="Zkladntext"/>
        <w:numPr>
          <w:ilvl w:val="0"/>
          <w:numId w:val="44"/>
        </w:numPr>
      </w:pPr>
      <w:r>
        <w:t>Stavební povolení</w:t>
      </w:r>
      <w:r w:rsidR="009467BB">
        <w:t xml:space="preserve"> </w:t>
      </w:r>
      <w:r>
        <w:t xml:space="preserve">Stavebního úřadu MČ Brno </w:t>
      </w:r>
      <w:r w:rsidR="00434E50">
        <w:t>–</w:t>
      </w:r>
      <w:r>
        <w:t xml:space="preserve"> Žabovřesky</w:t>
      </w:r>
    </w:p>
    <w:p w14:paraId="6CC84C2E" w14:textId="54943D55" w:rsidR="00434E50" w:rsidRPr="000B0386" w:rsidRDefault="00434E50" w:rsidP="003220CF">
      <w:pPr>
        <w:pStyle w:val="Zkladntext"/>
        <w:numPr>
          <w:ilvl w:val="0"/>
          <w:numId w:val="44"/>
        </w:numPr>
      </w:pPr>
      <w:r>
        <w:t>Dokumentace pro provádění stavby FVE Jana Babáka – etapa 1</w:t>
      </w:r>
    </w:p>
    <w:sectPr w:rsidR="00434E50" w:rsidRPr="000B0386" w:rsidSect="00AF5A63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0" w:right="851" w:bottom="1418" w:left="851" w:header="284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0CD56" w14:textId="77777777" w:rsidR="009E54A7" w:rsidRDefault="009E54A7">
      <w:r>
        <w:separator/>
      </w:r>
    </w:p>
    <w:p w14:paraId="12C22A2C" w14:textId="77777777" w:rsidR="009E54A7" w:rsidRDefault="009E54A7"/>
  </w:endnote>
  <w:endnote w:type="continuationSeparator" w:id="0">
    <w:p w14:paraId="372DBFBF" w14:textId="77777777" w:rsidR="009E54A7" w:rsidRDefault="009E54A7">
      <w:r>
        <w:continuationSeparator/>
      </w:r>
    </w:p>
    <w:p w14:paraId="7121E1C5" w14:textId="77777777" w:rsidR="009E54A7" w:rsidRDefault="009E54A7"/>
  </w:endnote>
  <w:endnote w:type="continuationNotice" w:id="1">
    <w:p w14:paraId="7AA1E452" w14:textId="77777777" w:rsidR="009E54A7" w:rsidRDefault="009E54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82C3" w14:textId="067DB98A" w:rsidR="008E5445" w:rsidRDefault="008E5445" w:rsidP="00C27A63">
    <w:pPr>
      <w:ind w:firstLine="0"/>
      <w:jc w:val="left"/>
      <w:rPr>
        <w:rFonts w:cs="Arial"/>
        <w:sz w:val="13"/>
        <w:szCs w:val="13"/>
      </w:rPr>
    </w:pPr>
    <w:r w:rsidRPr="001A4E51">
      <w:rPr>
        <w:noProof/>
        <w:sz w:val="10"/>
        <w:szCs w:val="10"/>
      </w:rPr>
      <w:drawing>
        <wp:anchor distT="0" distB="0" distL="114300" distR="114300" simplePos="0" relativeHeight="251660800" behindDoc="1" locked="0" layoutInCell="1" allowOverlap="1" wp14:anchorId="04420978" wp14:editId="39990953">
          <wp:simplePos x="0" y="0"/>
          <wp:positionH relativeFrom="margin">
            <wp:align>left</wp:align>
          </wp:positionH>
          <wp:positionV relativeFrom="paragraph">
            <wp:posOffset>13335</wp:posOffset>
          </wp:positionV>
          <wp:extent cx="4886325" cy="266700"/>
          <wp:effectExtent l="0" t="0" r="0" b="0"/>
          <wp:wrapTight wrapText="bothSides">
            <wp:wrapPolygon edited="0">
              <wp:start x="7158" y="0"/>
              <wp:lineTo x="0" y="0"/>
              <wp:lineTo x="0" y="20057"/>
              <wp:lineTo x="20884" y="20057"/>
              <wp:lineTo x="21474" y="18514"/>
              <wp:lineTo x="21137" y="0"/>
              <wp:lineTo x="13979" y="0"/>
              <wp:lineTo x="7158" y="0"/>
            </wp:wrapPolygon>
          </wp:wrapTight>
          <wp:docPr id="10" name="obrázek 12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345DCF3" wp14:editId="114409CF">
              <wp:simplePos x="0" y="0"/>
              <wp:positionH relativeFrom="column">
                <wp:posOffset>6014720</wp:posOffset>
              </wp:positionH>
              <wp:positionV relativeFrom="paragraph">
                <wp:posOffset>10080625</wp:posOffset>
              </wp:positionV>
              <wp:extent cx="1328420" cy="396240"/>
              <wp:effectExtent l="0" t="0" r="0" b="0"/>
              <wp:wrapNone/>
              <wp:docPr id="11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03582" w14:textId="77777777" w:rsidR="008E5445" w:rsidRPr="00E77197" w:rsidRDefault="008E5445" w:rsidP="00C81A44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15917F37" w14:textId="77777777" w:rsidR="008E5445" w:rsidRPr="00400F00" w:rsidRDefault="008E5445" w:rsidP="00C81A44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ENERGO s.r.o.</w:t>
                          </w:r>
                        </w:p>
                        <w:p w14:paraId="09CA234C" w14:textId="77777777" w:rsidR="008E5445" w:rsidRPr="00400F00" w:rsidRDefault="008E5445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2AB8C492" w14:textId="77777777" w:rsidR="008E5445" w:rsidRPr="00400F00" w:rsidRDefault="008E5445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59E418" w14:textId="77777777" w:rsidR="008E5445" w:rsidRPr="00400F00" w:rsidRDefault="008E5445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5DC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73.6pt;margin-top:793.75pt;width:104.6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" stroked="f">
              <v:textbox inset="0,0,0,0">
                <w:txbxContent>
                  <w:p w14:paraId="14803582" w14:textId="77777777" w:rsidR="008E5445" w:rsidRPr="00E77197" w:rsidRDefault="008E5445" w:rsidP="00C81A44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15917F37" w14:textId="77777777" w:rsidR="008E5445" w:rsidRPr="00400F00" w:rsidRDefault="008E5445" w:rsidP="00C81A44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ENERGO s.r.o.</w:t>
                    </w:r>
                  </w:p>
                  <w:p w14:paraId="09CA234C" w14:textId="77777777" w:rsidR="008E5445" w:rsidRPr="00400F00" w:rsidRDefault="008E5445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2AB8C492" w14:textId="77777777" w:rsidR="008E5445" w:rsidRPr="00400F00" w:rsidRDefault="008E5445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59E418" w14:textId="77777777" w:rsidR="008E5445" w:rsidRPr="00400F00" w:rsidRDefault="008E5445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sz w:val="13"/>
        <w:szCs w:val="13"/>
      </w:rPr>
      <w:t xml:space="preserve">  MAGUS INTERNATIONAL, a.s. Pohankova 8, 628 00 Brno</w:t>
    </w:r>
    <w:r>
      <w:rPr>
        <w:rFonts w:cs="Arial"/>
        <w:sz w:val="13"/>
        <w:szCs w:val="13"/>
      </w:rPr>
      <w:tab/>
      <w:t xml:space="preserve"> </w:t>
    </w:r>
  </w:p>
  <w:p w14:paraId="65167CB6" w14:textId="0E13DFF5" w:rsidR="008E5445" w:rsidRPr="004C6B18" w:rsidRDefault="008E5445" w:rsidP="00C27A63">
    <w:pPr>
      <w:ind w:firstLine="0"/>
      <w:jc w:val="left"/>
      <w:rPr>
        <w:rFonts w:cs="Arial"/>
        <w:sz w:val="13"/>
        <w:szCs w:val="13"/>
      </w:rPr>
    </w:pPr>
    <w:r>
      <w:rPr>
        <w:rFonts w:cs="Arial"/>
        <w:sz w:val="13"/>
        <w:szCs w:val="13"/>
      </w:rPr>
      <w:t>ww.magus.cz</w:t>
    </w:r>
  </w:p>
  <w:p w14:paraId="0845F56C" w14:textId="6737435F" w:rsidR="008E5445" w:rsidRDefault="008E5445">
    <w:r>
      <w:t xml:space="preserve"> 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8E5445" w:rsidRPr="0025760E" w:rsidRDefault="008E5445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8E5445" w:rsidRPr="00FB3E1F" w:rsidRDefault="008E5445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7728" behindDoc="0" locked="0" layoutInCell="1" allowOverlap="1" wp14:anchorId="0D2D4E93" wp14:editId="2B91F1E0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A553F" w14:textId="77777777" w:rsidR="009E54A7" w:rsidRDefault="009E54A7">
      <w:r>
        <w:separator/>
      </w:r>
    </w:p>
    <w:p w14:paraId="09751BD8" w14:textId="77777777" w:rsidR="009E54A7" w:rsidRDefault="009E54A7"/>
  </w:footnote>
  <w:footnote w:type="continuationSeparator" w:id="0">
    <w:p w14:paraId="33928318" w14:textId="77777777" w:rsidR="009E54A7" w:rsidRDefault="009E54A7">
      <w:r>
        <w:continuationSeparator/>
      </w:r>
    </w:p>
    <w:p w14:paraId="16BBFB53" w14:textId="77777777" w:rsidR="009E54A7" w:rsidRDefault="009E54A7"/>
  </w:footnote>
  <w:footnote w:type="continuationNotice" w:id="1">
    <w:p w14:paraId="16F509EE" w14:textId="77777777" w:rsidR="009E54A7" w:rsidRDefault="009E54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44BAAB85" w:rsidR="008E5445" w:rsidRDefault="008E5445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6704" behindDoc="0" locked="0" layoutInCell="1" allowOverlap="1" wp14:anchorId="61F215B1" wp14:editId="7C37089E">
          <wp:simplePos x="0" y="0"/>
          <wp:positionH relativeFrom="column">
            <wp:posOffset>5588758</wp:posOffset>
          </wp:positionH>
          <wp:positionV relativeFrom="paragraph">
            <wp:posOffset>-41275</wp:posOffset>
          </wp:positionV>
          <wp:extent cx="890270" cy="447675"/>
          <wp:effectExtent l="19050" t="0" r="5080" b="0"/>
          <wp:wrapTopAndBottom/>
          <wp:docPr id="8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5680" behindDoc="0" locked="0" layoutInCell="1" allowOverlap="1" wp14:anchorId="105F045C" wp14:editId="66529E37">
          <wp:simplePos x="0" y="0"/>
          <wp:positionH relativeFrom="margin">
            <wp:posOffset>2374711</wp:posOffset>
          </wp:positionH>
          <wp:positionV relativeFrom="paragraph">
            <wp:posOffset>62789</wp:posOffset>
          </wp:positionV>
          <wp:extent cx="1373505" cy="279400"/>
          <wp:effectExtent l="19050" t="0" r="0" b="0"/>
          <wp:wrapTopAndBottom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0D2D4E83" w14:textId="25E76583" w:rsidR="008E5445" w:rsidRPr="003A7AE2" w:rsidRDefault="008E5445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00DD4C09" w:rsidR="008E5445" w:rsidRPr="00FB3E1F" w:rsidRDefault="008E5445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8E5445" w:rsidRPr="003A7AE2" w:rsidRDefault="008E5445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8063BA"/>
    <w:multiLevelType w:val="hybridMultilevel"/>
    <w:tmpl w:val="49941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B7543"/>
    <w:multiLevelType w:val="hybridMultilevel"/>
    <w:tmpl w:val="D39ED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95E32"/>
    <w:multiLevelType w:val="hybridMultilevel"/>
    <w:tmpl w:val="950EB50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201CB4"/>
    <w:multiLevelType w:val="hybridMultilevel"/>
    <w:tmpl w:val="128E45F6"/>
    <w:lvl w:ilvl="0" w:tplc="1348005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1B46E0"/>
    <w:multiLevelType w:val="hybridMultilevel"/>
    <w:tmpl w:val="E7DA4FC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661FE8">
      <w:start w:val="4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1F6977"/>
    <w:multiLevelType w:val="hybridMultilevel"/>
    <w:tmpl w:val="E272E09E"/>
    <w:lvl w:ilvl="0" w:tplc="B4CEF9E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ED5BBC"/>
    <w:multiLevelType w:val="multilevel"/>
    <w:tmpl w:val="B446545E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B.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1B6A6343"/>
    <w:multiLevelType w:val="hybridMultilevel"/>
    <w:tmpl w:val="ACC0C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A11454"/>
    <w:multiLevelType w:val="hybridMultilevel"/>
    <w:tmpl w:val="07441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05C8E"/>
    <w:multiLevelType w:val="hybridMultilevel"/>
    <w:tmpl w:val="DCA08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208F"/>
    <w:multiLevelType w:val="hybridMultilevel"/>
    <w:tmpl w:val="651A35FA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635F9"/>
    <w:multiLevelType w:val="hybridMultilevel"/>
    <w:tmpl w:val="0DCC9C7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600642E"/>
    <w:multiLevelType w:val="hybridMultilevel"/>
    <w:tmpl w:val="950EB50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F91737"/>
    <w:multiLevelType w:val="hybridMultilevel"/>
    <w:tmpl w:val="899A729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661FE8">
      <w:start w:val="4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9BC21FB"/>
    <w:multiLevelType w:val="hybridMultilevel"/>
    <w:tmpl w:val="85B8844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9A45E0"/>
    <w:multiLevelType w:val="multilevel"/>
    <w:tmpl w:val="0206F284"/>
    <w:lvl w:ilvl="0">
      <w:start w:val="1"/>
      <w:numFmt w:val="decimal"/>
      <w:lvlText w:val="B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2FF6271"/>
    <w:multiLevelType w:val="hybridMultilevel"/>
    <w:tmpl w:val="A470FB84"/>
    <w:lvl w:ilvl="0" w:tplc="7430D1A6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84E9A"/>
    <w:multiLevelType w:val="hybridMultilevel"/>
    <w:tmpl w:val="7FE86B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B74041"/>
    <w:multiLevelType w:val="hybridMultilevel"/>
    <w:tmpl w:val="76F87CBC"/>
    <w:lvl w:ilvl="0" w:tplc="A398A31C">
      <w:start w:val="1"/>
      <w:numFmt w:val="decim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A5E8C"/>
    <w:multiLevelType w:val="hybridMultilevel"/>
    <w:tmpl w:val="DB6414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444111"/>
    <w:multiLevelType w:val="hybridMultilevel"/>
    <w:tmpl w:val="C068F7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943158"/>
    <w:multiLevelType w:val="hybridMultilevel"/>
    <w:tmpl w:val="750A9A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630B6C"/>
    <w:multiLevelType w:val="hybridMultilevel"/>
    <w:tmpl w:val="C1685C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C8918A8"/>
    <w:multiLevelType w:val="singleLevel"/>
    <w:tmpl w:val="88046498"/>
    <w:lvl w:ilvl="0">
      <w:start w:val="1"/>
      <w:numFmt w:val="bullet"/>
      <w:pStyle w:val="-odr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BE034C"/>
    <w:multiLevelType w:val="hybridMultilevel"/>
    <w:tmpl w:val="2DA21044"/>
    <w:lvl w:ilvl="0" w:tplc="D1E84B1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C18691C"/>
    <w:multiLevelType w:val="hybridMultilevel"/>
    <w:tmpl w:val="3286CCD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9A03DC"/>
    <w:multiLevelType w:val="hybridMultilevel"/>
    <w:tmpl w:val="6B6A41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265DDB"/>
    <w:multiLevelType w:val="hybridMultilevel"/>
    <w:tmpl w:val="E7A42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481987">
    <w:abstractNumId w:val="17"/>
  </w:num>
  <w:num w:numId="2" w16cid:durableId="567424162">
    <w:abstractNumId w:val="3"/>
  </w:num>
  <w:num w:numId="3" w16cid:durableId="774059846">
    <w:abstractNumId w:val="12"/>
  </w:num>
  <w:num w:numId="4" w16cid:durableId="1114668254">
    <w:abstractNumId w:val="10"/>
  </w:num>
  <w:num w:numId="5" w16cid:durableId="1133668525">
    <w:abstractNumId w:val="17"/>
  </w:num>
  <w:num w:numId="6" w16cid:durableId="169294758">
    <w:abstractNumId w:val="2"/>
  </w:num>
  <w:num w:numId="7" w16cid:durableId="693388907">
    <w:abstractNumId w:val="11"/>
  </w:num>
  <w:num w:numId="8" w16cid:durableId="839738231">
    <w:abstractNumId w:val="29"/>
  </w:num>
  <w:num w:numId="9" w16cid:durableId="680200287">
    <w:abstractNumId w:val="17"/>
  </w:num>
  <w:num w:numId="10" w16cid:durableId="1767849413">
    <w:abstractNumId w:val="17"/>
  </w:num>
  <w:num w:numId="11" w16cid:durableId="729884385">
    <w:abstractNumId w:val="17"/>
  </w:num>
  <w:num w:numId="12" w16cid:durableId="820078837">
    <w:abstractNumId w:val="17"/>
  </w:num>
  <w:num w:numId="13" w16cid:durableId="316955114">
    <w:abstractNumId w:val="17"/>
  </w:num>
  <w:num w:numId="14" w16cid:durableId="474420838">
    <w:abstractNumId w:val="17"/>
  </w:num>
  <w:num w:numId="15" w16cid:durableId="1546941211">
    <w:abstractNumId w:val="17"/>
  </w:num>
  <w:num w:numId="16" w16cid:durableId="195706020">
    <w:abstractNumId w:val="17"/>
  </w:num>
  <w:num w:numId="17" w16cid:durableId="1417942458">
    <w:abstractNumId w:val="17"/>
  </w:num>
  <w:num w:numId="18" w16cid:durableId="943345927">
    <w:abstractNumId w:val="17"/>
  </w:num>
  <w:num w:numId="19" w16cid:durableId="1419132339">
    <w:abstractNumId w:val="17"/>
  </w:num>
  <w:num w:numId="20" w16cid:durableId="685206180">
    <w:abstractNumId w:val="17"/>
  </w:num>
  <w:num w:numId="21" w16cid:durableId="1278179970">
    <w:abstractNumId w:val="17"/>
  </w:num>
  <w:num w:numId="22" w16cid:durableId="1083259162">
    <w:abstractNumId w:val="17"/>
  </w:num>
  <w:num w:numId="23" w16cid:durableId="1165392803">
    <w:abstractNumId w:val="20"/>
  </w:num>
  <w:num w:numId="24" w16cid:durableId="706682507">
    <w:abstractNumId w:val="8"/>
  </w:num>
  <w:num w:numId="25" w16cid:durableId="205063785">
    <w:abstractNumId w:val="18"/>
  </w:num>
  <w:num w:numId="26" w16cid:durableId="1334839055">
    <w:abstractNumId w:val="17"/>
  </w:num>
  <w:num w:numId="27" w16cid:durableId="330639325">
    <w:abstractNumId w:val="17"/>
  </w:num>
  <w:num w:numId="28" w16cid:durableId="2012249294">
    <w:abstractNumId w:val="17"/>
  </w:num>
  <w:num w:numId="29" w16cid:durableId="39475879">
    <w:abstractNumId w:val="17"/>
  </w:num>
  <w:num w:numId="30" w16cid:durableId="2024741607">
    <w:abstractNumId w:val="17"/>
  </w:num>
  <w:num w:numId="31" w16cid:durableId="360012431">
    <w:abstractNumId w:val="26"/>
  </w:num>
  <w:num w:numId="32" w16cid:durableId="1503593025">
    <w:abstractNumId w:val="5"/>
  </w:num>
  <w:num w:numId="33" w16cid:durableId="409541864">
    <w:abstractNumId w:val="25"/>
  </w:num>
  <w:num w:numId="34" w16cid:durableId="303237221">
    <w:abstractNumId w:val="21"/>
  </w:num>
  <w:num w:numId="35" w16cid:durableId="1306425567">
    <w:abstractNumId w:val="6"/>
  </w:num>
  <w:num w:numId="36" w16cid:durableId="438986656">
    <w:abstractNumId w:val="15"/>
  </w:num>
  <w:num w:numId="37" w16cid:durableId="1551654006">
    <w:abstractNumId w:val="27"/>
  </w:num>
  <w:num w:numId="38" w16cid:durableId="336084017">
    <w:abstractNumId w:val="16"/>
  </w:num>
  <w:num w:numId="39" w16cid:durableId="129978976">
    <w:abstractNumId w:val="24"/>
  </w:num>
  <w:num w:numId="40" w16cid:durableId="1202667961">
    <w:abstractNumId w:val="22"/>
  </w:num>
  <w:num w:numId="41" w16cid:durableId="722490051">
    <w:abstractNumId w:val="7"/>
  </w:num>
  <w:num w:numId="42" w16cid:durableId="1511987308">
    <w:abstractNumId w:val="23"/>
  </w:num>
  <w:num w:numId="43" w16cid:durableId="2118525016">
    <w:abstractNumId w:val="1"/>
  </w:num>
  <w:num w:numId="44" w16cid:durableId="1939367870">
    <w:abstractNumId w:val="19"/>
  </w:num>
  <w:num w:numId="45" w16cid:durableId="1075515173">
    <w:abstractNumId w:val="4"/>
  </w:num>
  <w:num w:numId="46" w16cid:durableId="318702810">
    <w:abstractNumId w:val="13"/>
  </w:num>
  <w:num w:numId="47" w16cid:durableId="505631562">
    <w:abstractNumId w:val="28"/>
  </w:num>
  <w:num w:numId="48" w16cid:durableId="1645234694">
    <w:abstractNumId w:val="14"/>
  </w:num>
  <w:num w:numId="49" w16cid:durableId="194723374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23BD"/>
    <w:rsid w:val="000051D3"/>
    <w:rsid w:val="000051EC"/>
    <w:rsid w:val="0000784D"/>
    <w:rsid w:val="000109E9"/>
    <w:rsid w:val="000119FB"/>
    <w:rsid w:val="00011CCE"/>
    <w:rsid w:val="0001243A"/>
    <w:rsid w:val="00013EF2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27EBA"/>
    <w:rsid w:val="00031A75"/>
    <w:rsid w:val="00033730"/>
    <w:rsid w:val="00033E7F"/>
    <w:rsid w:val="00034722"/>
    <w:rsid w:val="00035AD5"/>
    <w:rsid w:val="00040820"/>
    <w:rsid w:val="0004273E"/>
    <w:rsid w:val="00042E70"/>
    <w:rsid w:val="0004373A"/>
    <w:rsid w:val="00045630"/>
    <w:rsid w:val="00045C00"/>
    <w:rsid w:val="00045CE5"/>
    <w:rsid w:val="00045EA1"/>
    <w:rsid w:val="0004644A"/>
    <w:rsid w:val="00046CC6"/>
    <w:rsid w:val="000479E5"/>
    <w:rsid w:val="00050A86"/>
    <w:rsid w:val="00051EC3"/>
    <w:rsid w:val="00055A83"/>
    <w:rsid w:val="00060E99"/>
    <w:rsid w:val="00065165"/>
    <w:rsid w:val="00065B62"/>
    <w:rsid w:val="0006670D"/>
    <w:rsid w:val="00072975"/>
    <w:rsid w:val="00072F57"/>
    <w:rsid w:val="00073778"/>
    <w:rsid w:val="000743EB"/>
    <w:rsid w:val="000773FA"/>
    <w:rsid w:val="00081B08"/>
    <w:rsid w:val="00081E7D"/>
    <w:rsid w:val="00084AE5"/>
    <w:rsid w:val="0008753F"/>
    <w:rsid w:val="00087720"/>
    <w:rsid w:val="0008776E"/>
    <w:rsid w:val="00090062"/>
    <w:rsid w:val="00090E90"/>
    <w:rsid w:val="00091B47"/>
    <w:rsid w:val="000926F4"/>
    <w:rsid w:val="00094E7E"/>
    <w:rsid w:val="00095414"/>
    <w:rsid w:val="00095836"/>
    <w:rsid w:val="000A14DD"/>
    <w:rsid w:val="000A25AF"/>
    <w:rsid w:val="000A2A55"/>
    <w:rsid w:val="000A3ECD"/>
    <w:rsid w:val="000A404E"/>
    <w:rsid w:val="000A4826"/>
    <w:rsid w:val="000A5136"/>
    <w:rsid w:val="000A532C"/>
    <w:rsid w:val="000A7662"/>
    <w:rsid w:val="000B0141"/>
    <w:rsid w:val="000B0386"/>
    <w:rsid w:val="000B1989"/>
    <w:rsid w:val="000B1E56"/>
    <w:rsid w:val="000B208F"/>
    <w:rsid w:val="000B4BFC"/>
    <w:rsid w:val="000B6411"/>
    <w:rsid w:val="000C1980"/>
    <w:rsid w:val="000C256E"/>
    <w:rsid w:val="000C2F30"/>
    <w:rsid w:val="000C34A9"/>
    <w:rsid w:val="000C3DDE"/>
    <w:rsid w:val="000C4179"/>
    <w:rsid w:val="000C6771"/>
    <w:rsid w:val="000C7B19"/>
    <w:rsid w:val="000C7D1F"/>
    <w:rsid w:val="000D01D6"/>
    <w:rsid w:val="000D10C6"/>
    <w:rsid w:val="000D1DD0"/>
    <w:rsid w:val="000D2F2A"/>
    <w:rsid w:val="000D4246"/>
    <w:rsid w:val="000D4C91"/>
    <w:rsid w:val="000D4CC7"/>
    <w:rsid w:val="000D62F7"/>
    <w:rsid w:val="000E102A"/>
    <w:rsid w:val="000E2B94"/>
    <w:rsid w:val="000E54D5"/>
    <w:rsid w:val="000E5C1B"/>
    <w:rsid w:val="000E7640"/>
    <w:rsid w:val="000F0485"/>
    <w:rsid w:val="000F115B"/>
    <w:rsid w:val="000F30CA"/>
    <w:rsid w:val="000F38E0"/>
    <w:rsid w:val="000F3A7F"/>
    <w:rsid w:val="000F4079"/>
    <w:rsid w:val="000F4FE3"/>
    <w:rsid w:val="000F641B"/>
    <w:rsid w:val="000F7DDB"/>
    <w:rsid w:val="0010282E"/>
    <w:rsid w:val="001032F0"/>
    <w:rsid w:val="00103378"/>
    <w:rsid w:val="001054B9"/>
    <w:rsid w:val="001055EF"/>
    <w:rsid w:val="001064E9"/>
    <w:rsid w:val="001105B7"/>
    <w:rsid w:val="00112220"/>
    <w:rsid w:val="001140AC"/>
    <w:rsid w:val="00115EAF"/>
    <w:rsid w:val="001164A1"/>
    <w:rsid w:val="00116AEC"/>
    <w:rsid w:val="001170F8"/>
    <w:rsid w:val="00117D28"/>
    <w:rsid w:val="00117DC0"/>
    <w:rsid w:val="00121A83"/>
    <w:rsid w:val="001226AE"/>
    <w:rsid w:val="001247C1"/>
    <w:rsid w:val="00124F90"/>
    <w:rsid w:val="00125197"/>
    <w:rsid w:val="00125AE6"/>
    <w:rsid w:val="00126605"/>
    <w:rsid w:val="00127031"/>
    <w:rsid w:val="00127494"/>
    <w:rsid w:val="00130339"/>
    <w:rsid w:val="00131531"/>
    <w:rsid w:val="001321BA"/>
    <w:rsid w:val="00132FD4"/>
    <w:rsid w:val="00133BB9"/>
    <w:rsid w:val="0013611E"/>
    <w:rsid w:val="00136569"/>
    <w:rsid w:val="001367AA"/>
    <w:rsid w:val="00140590"/>
    <w:rsid w:val="0014141D"/>
    <w:rsid w:val="00141BA2"/>
    <w:rsid w:val="00142F36"/>
    <w:rsid w:val="00145B31"/>
    <w:rsid w:val="00145F86"/>
    <w:rsid w:val="00146E51"/>
    <w:rsid w:val="001471A2"/>
    <w:rsid w:val="001517DE"/>
    <w:rsid w:val="00153C5E"/>
    <w:rsid w:val="00155709"/>
    <w:rsid w:val="00155A40"/>
    <w:rsid w:val="0015632E"/>
    <w:rsid w:val="00160FB9"/>
    <w:rsid w:val="00162591"/>
    <w:rsid w:val="00162AC2"/>
    <w:rsid w:val="00162CDB"/>
    <w:rsid w:val="001636EF"/>
    <w:rsid w:val="0016474A"/>
    <w:rsid w:val="0016494B"/>
    <w:rsid w:val="00164EE3"/>
    <w:rsid w:val="0016580D"/>
    <w:rsid w:val="00165C93"/>
    <w:rsid w:val="0016727C"/>
    <w:rsid w:val="00170737"/>
    <w:rsid w:val="00170D03"/>
    <w:rsid w:val="00171025"/>
    <w:rsid w:val="00171569"/>
    <w:rsid w:val="00173646"/>
    <w:rsid w:val="001736E5"/>
    <w:rsid w:val="00174547"/>
    <w:rsid w:val="001747E5"/>
    <w:rsid w:val="00174974"/>
    <w:rsid w:val="00181E48"/>
    <w:rsid w:val="001832CF"/>
    <w:rsid w:val="00183BDE"/>
    <w:rsid w:val="00183C63"/>
    <w:rsid w:val="00186473"/>
    <w:rsid w:val="0018687F"/>
    <w:rsid w:val="001870E0"/>
    <w:rsid w:val="00187A8B"/>
    <w:rsid w:val="00190AA2"/>
    <w:rsid w:val="00192FE8"/>
    <w:rsid w:val="0019388D"/>
    <w:rsid w:val="00193A30"/>
    <w:rsid w:val="00194594"/>
    <w:rsid w:val="00194836"/>
    <w:rsid w:val="00196256"/>
    <w:rsid w:val="001975D7"/>
    <w:rsid w:val="001A0FF5"/>
    <w:rsid w:val="001A1C97"/>
    <w:rsid w:val="001A1D8B"/>
    <w:rsid w:val="001A255C"/>
    <w:rsid w:val="001A57F8"/>
    <w:rsid w:val="001A6894"/>
    <w:rsid w:val="001B0678"/>
    <w:rsid w:val="001B1015"/>
    <w:rsid w:val="001B1575"/>
    <w:rsid w:val="001B2C37"/>
    <w:rsid w:val="001B3414"/>
    <w:rsid w:val="001B3904"/>
    <w:rsid w:val="001B41D0"/>
    <w:rsid w:val="001B4A11"/>
    <w:rsid w:val="001B58C2"/>
    <w:rsid w:val="001B5F62"/>
    <w:rsid w:val="001B7161"/>
    <w:rsid w:val="001C1E9F"/>
    <w:rsid w:val="001C3249"/>
    <w:rsid w:val="001C327B"/>
    <w:rsid w:val="001C4155"/>
    <w:rsid w:val="001C577C"/>
    <w:rsid w:val="001C5BCF"/>
    <w:rsid w:val="001C75C1"/>
    <w:rsid w:val="001D01F0"/>
    <w:rsid w:val="001D06D2"/>
    <w:rsid w:val="001D207E"/>
    <w:rsid w:val="001D24C0"/>
    <w:rsid w:val="001D2F47"/>
    <w:rsid w:val="001D3E8F"/>
    <w:rsid w:val="001D46DF"/>
    <w:rsid w:val="001D64E8"/>
    <w:rsid w:val="001D731A"/>
    <w:rsid w:val="001D7998"/>
    <w:rsid w:val="001D7AB8"/>
    <w:rsid w:val="001E055E"/>
    <w:rsid w:val="001E11BC"/>
    <w:rsid w:val="001E1509"/>
    <w:rsid w:val="001E2066"/>
    <w:rsid w:val="001E38E8"/>
    <w:rsid w:val="001E3F24"/>
    <w:rsid w:val="001E5B63"/>
    <w:rsid w:val="001E74A9"/>
    <w:rsid w:val="001F1080"/>
    <w:rsid w:val="001F1274"/>
    <w:rsid w:val="001F45D6"/>
    <w:rsid w:val="001F5179"/>
    <w:rsid w:val="001F524A"/>
    <w:rsid w:val="001F66BD"/>
    <w:rsid w:val="001F751B"/>
    <w:rsid w:val="001F7964"/>
    <w:rsid w:val="0020079E"/>
    <w:rsid w:val="00200968"/>
    <w:rsid w:val="00200A4A"/>
    <w:rsid w:val="0020380E"/>
    <w:rsid w:val="00206D67"/>
    <w:rsid w:val="00207C3E"/>
    <w:rsid w:val="002124C9"/>
    <w:rsid w:val="00212613"/>
    <w:rsid w:val="00213075"/>
    <w:rsid w:val="002144B9"/>
    <w:rsid w:val="00216574"/>
    <w:rsid w:val="002171E8"/>
    <w:rsid w:val="002174A5"/>
    <w:rsid w:val="00217E34"/>
    <w:rsid w:val="00221598"/>
    <w:rsid w:val="00221A92"/>
    <w:rsid w:val="002243C1"/>
    <w:rsid w:val="00224594"/>
    <w:rsid w:val="002245CE"/>
    <w:rsid w:val="002246AB"/>
    <w:rsid w:val="002252D3"/>
    <w:rsid w:val="00225B0F"/>
    <w:rsid w:val="00226EF1"/>
    <w:rsid w:val="002306C6"/>
    <w:rsid w:val="002313E9"/>
    <w:rsid w:val="002320D7"/>
    <w:rsid w:val="00232397"/>
    <w:rsid w:val="00234322"/>
    <w:rsid w:val="00241989"/>
    <w:rsid w:val="00243338"/>
    <w:rsid w:val="0024339A"/>
    <w:rsid w:val="00250DBA"/>
    <w:rsid w:val="002514DF"/>
    <w:rsid w:val="002521B1"/>
    <w:rsid w:val="00254364"/>
    <w:rsid w:val="00255D2B"/>
    <w:rsid w:val="00256AF7"/>
    <w:rsid w:val="002575B0"/>
    <w:rsid w:val="002628D4"/>
    <w:rsid w:val="00264C1F"/>
    <w:rsid w:val="002652A6"/>
    <w:rsid w:val="0026611C"/>
    <w:rsid w:val="00266925"/>
    <w:rsid w:val="00270370"/>
    <w:rsid w:val="0027082A"/>
    <w:rsid w:val="00271182"/>
    <w:rsid w:val="00271359"/>
    <w:rsid w:val="00275209"/>
    <w:rsid w:val="00276E16"/>
    <w:rsid w:val="0028036C"/>
    <w:rsid w:val="0028061C"/>
    <w:rsid w:val="00280AA9"/>
    <w:rsid w:val="00280CA6"/>
    <w:rsid w:val="002822FD"/>
    <w:rsid w:val="0028357D"/>
    <w:rsid w:val="002841E9"/>
    <w:rsid w:val="0028455B"/>
    <w:rsid w:val="002855EE"/>
    <w:rsid w:val="002857A1"/>
    <w:rsid w:val="00286A64"/>
    <w:rsid w:val="00290666"/>
    <w:rsid w:val="00290C5E"/>
    <w:rsid w:val="00291245"/>
    <w:rsid w:val="002916F3"/>
    <w:rsid w:val="00292FAF"/>
    <w:rsid w:val="00293001"/>
    <w:rsid w:val="00293510"/>
    <w:rsid w:val="00295CA7"/>
    <w:rsid w:val="00297D7A"/>
    <w:rsid w:val="002A0B07"/>
    <w:rsid w:val="002A4229"/>
    <w:rsid w:val="002A4496"/>
    <w:rsid w:val="002A5544"/>
    <w:rsid w:val="002A6758"/>
    <w:rsid w:val="002A79E3"/>
    <w:rsid w:val="002A7AE2"/>
    <w:rsid w:val="002B149A"/>
    <w:rsid w:val="002B44D6"/>
    <w:rsid w:val="002B51A8"/>
    <w:rsid w:val="002B5DA2"/>
    <w:rsid w:val="002B6E9D"/>
    <w:rsid w:val="002B727C"/>
    <w:rsid w:val="002C0BE9"/>
    <w:rsid w:val="002C1167"/>
    <w:rsid w:val="002C3253"/>
    <w:rsid w:val="002C5CED"/>
    <w:rsid w:val="002C70C3"/>
    <w:rsid w:val="002D1505"/>
    <w:rsid w:val="002D17A1"/>
    <w:rsid w:val="002D2442"/>
    <w:rsid w:val="002D265E"/>
    <w:rsid w:val="002D2B1B"/>
    <w:rsid w:val="002D3012"/>
    <w:rsid w:val="002D301D"/>
    <w:rsid w:val="002D31F1"/>
    <w:rsid w:val="002D57A9"/>
    <w:rsid w:val="002D75A4"/>
    <w:rsid w:val="002E1B56"/>
    <w:rsid w:val="002E5D18"/>
    <w:rsid w:val="002E71C2"/>
    <w:rsid w:val="002F25A0"/>
    <w:rsid w:val="002F28EA"/>
    <w:rsid w:val="002F30D3"/>
    <w:rsid w:val="002F3672"/>
    <w:rsid w:val="002F42E1"/>
    <w:rsid w:val="002F5BB9"/>
    <w:rsid w:val="002F6E13"/>
    <w:rsid w:val="00300760"/>
    <w:rsid w:val="00302198"/>
    <w:rsid w:val="00302FF0"/>
    <w:rsid w:val="003040E8"/>
    <w:rsid w:val="00304727"/>
    <w:rsid w:val="00305AEC"/>
    <w:rsid w:val="003069CA"/>
    <w:rsid w:val="00306F32"/>
    <w:rsid w:val="0030715E"/>
    <w:rsid w:val="00314E59"/>
    <w:rsid w:val="00316548"/>
    <w:rsid w:val="00316919"/>
    <w:rsid w:val="00317F84"/>
    <w:rsid w:val="003220CF"/>
    <w:rsid w:val="00322D27"/>
    <w:rsid w:val="0032412E"/>
    <w:rsid w:val="003242DD"/>
    <w:rsid w:val="003244FB"/>
    <w:rsid w:val="00324F40"/>
    <w:rsid w:val="003253E9"/>
    <w:rsid w:val="00330FD2"/>
    <w:rsid w:val="0033204D"/>
    <w:rsid w:val="00333769"/>
    <w:rsid w:val="00334963"/>
    <w:rsid w:val="003409DC"/>
    <w:rsid w:val="00341027"/>
    <w:rsid w:val="003452EA"/>
    <w:rsid w:val="00346880"/>
    <w:rsid w:val="00350BC9"/>
    <w:rsid w:val="00351074"/>
    <w:rsid w:val="003518E0"/>
    <w:rsid w:val="00351FC4"/>
    <w:rsid w:val="0035309E"/>
    <w:rsid w:val="00354C46"/>
    <w:rsid w:val="0035586C"/>
    <w:rsid w:val="00356585"/>
    <w:rsid w:val="0035745B"/>
    <w:rsid w:val="00357561"/>
    <w:rsid w:val="00360181"/>
    <w:rsid w:val="003606C5"/>
    <w:rsid w:val="00361305"/>
    <w:rsid w:val="00361317"/>
    <w:rsid w:val="0036240F"/>
    <w:rsid w:val="003639BE"/>
    <w:rsid w:val="00363A55"/>
    <w:rsid w:val="00365BB5"/>
    <w:rsid w:val="00366338"/>
    <w:rsid w:val="003665EE"/>
    <w:rsid w:val="00366AB6"/>
    <w:rsid w:val="00367106"/>
    <w:rsid w:val="0036778A"/>
    <w:rsid w:val="00370387"/>
    <w:rsid w:val="00370939"/>
    <w:rsid w:val="00371326"/>
    <w:rsid w:val="0037209F"/>
    <w:rsid w:val="00373223"/>
    <w:rsid w:val="00376BBB"/>
    <w:rsid w:val="00380071"/>
    <w:rsid w:val="00380BD7"/>
    <w:rsid w:val="00381ACF"/>
    <w:rsid w:val="00383B6A"/>
    <w:rsid w:val="0038473D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4105"/>
    <w:rsid w:val="003955CB"/>
    <w:rsid w:val="00397880"/>
    <w:rsid w:val="00397EBD"/>
    <w:rsid w:val="003A3853"/>
    <w:rsid w:val="003A4F10"/>
    <w:rsid w:val="003A5A53"/>
    <w:rsid w:val="003A63C3"/>
    <w:rsid w:val="003A7751"/>
    <w:rsid w:val="003A7AE2"/>
    <w:rsid w:val="003B0CE2"/>
    <w:rsid w:val="003B1093"/>
    <w:rsid w:val="003B1166"/>
    <w:rsid w:val="003B2AF8"/>
    <w:rsid w:val="003B3BB4"/>
    <w:rsid w:val="003B47DB"/>
    <w:rsid w:val="003B4C52"/>
    <w:rsid w:val="003B504B"/>
    <w:rsid w:val="003B6D1E"/>
    <w:rsid w:val="003C0324"/>
    <w:rsid w:val="003C0694"/>
    <w:rsid w:val="003C0966"/>
    <w:rsid w:val="003C50D5"/>
    <w:rsid w:val="003C5B71"/>
    <w:rsid w:val="003C70A3"/>
    <w:rsid w:val="003C70E2"/>
    <w:rsid w:val="003C7641"/>
    <w:rsid w:val="003D0003"/>
    <w:rsid w:val="003D002F"/>
    <w:rsid w:val="003D2E15"/>
    <w:rsid w:val="003D2E76"/>
    <w:rsid w:val="003D3414"/>
    <w:rsid w:val="003D35B5"/>
    <w:rsid w:val="003D3ADF"/>
    <w:rsid w:val="003D71EC"/>
    <w:rsid w:val="003D79A0"/>
    <w:rsid w:val="003E0A95"/>
    <w:rsid w:val="003E219D"/>
    <w:rsid w:val="003E4B67"/>
    <w:rsid w:val="003E504F"/>
    <w:rsid w:val="003E6176"/>
    <w:rsid w:val="003E7747"/>
    <w:rsid w:val="003F22C0"/>
    <w:rsid w:val="003F2564"/>
    <w:rsid w:val="003F2EAD"/>
    <w:rsid w:val="003F3CAD"/>
    <w:rsid w:val="003F48AF"/>
    <w:rsid w:val="003F5E49"/>
    <w:rsid w:val="003F68E6"/>
    <w:rsid w:val="00400F00"/>
    <w:rsid w:val="00401758"/>
    <w:rsid w:val="00401FA6"/>
    <w:rsid w:val="004039DC"/>
    <w:rsid w:val="0040450B"/>
    <w:rsid w:val="00405258"/>
    <w:rsid w:val="00406BC0"/>
    <w:rsid w:val="0040709E"/>
    <w:rsid w:val="00407226"/>
    <w:rsid w:val="00410502"/>
    <w:rsid w:val="00410CA0"/>
    <w:rsid w:val="004110B1"/>
    <w:rsid w:val="00412EF8"/>
    <w:rsid w:val="004134F3"/>
    <w:rsid w:val="004148CA"/>
    <w:rsid w:val="00414FF4"/>
    <w:rsid w:val="00415EBC"/>
    <w:rsid w:val="004161F8"/>
    <w:rsid w:val="004166CB"/>
    <w:rsid w:val="004177B7"/>
    <w:rsid w:val="0042067A"/>
    <w:rsid w:val="00420DAE"/>
    <w:rsid w:val="00422B7B"/>
    <w:rsid w:val="00423999"/>
    <w:rsid w:val="00423BB7"/>
    <w:rsid w:val="00425419"/>
    <w:rsid w:val="00425C02"/>
    <w:rsid w:val="00430454"/>
    <w:rsid w:val="00430789"/>
    <w:rsid w:val="004309C6"/>
    <w:rsid w:val="004349FC"/>
    <w:rsid w:val="00434E50"/>
    <w:rsid w:val="00440576"/>
    <w:rsid w:val="004405B0"/>
    <w:rsid w:val="004418D5"/>
    <w:rsid w:val="00442ACC"/>
    <w:rsid w:val="00445450"/>
    <w:rsid w:val="00445D21"/>
    <w:rsid w:val="00446360"/>
    <w:rsid w:val="00447251"/>
    <w:rsid w:val="00447442"/>
    <w:rsid w:val="00450371"/>
    <w:rsid w:val="00450E89"/>
    <w:rsid w:val="00451534"/>
    <w:rsid w:val="0045204E"/>
    <w:rsid w:val="00452296"/>
    <w:rsid w:val="00454F9C"/>
    <w:rsid w:val="00457DBA"/>
    <w:rsid w:val="0046006D"/>
    <w:rsid w:val="00460478"/>
    <w:rsid w:val="00462C89"/>
    <w:rsid w:val="00463C03"/>
    <w:rsid w:val="00464C5E"/>
    <w:rsid w:val="00466038"/>
    <w:rsid w:val="00466CF7"/>
    <w:rsid w:val="0047197D"/>
    <w:rsid w:val="00471BC3"/>
    <w:rsid w:val="0047460E"/>
    <w:rsid w:val="0047561C"/>
    <w:rsid w:val="00475A91"/>
    <w:rsid w:val="00477EF0"/>
    <w:rsid w:val="00481A47"/>
    <w:rsid w:val="00483BAB"/>
    <w:rsid w:val="004847B3"/>
    <w:rsid w:val="00484FE4"/>
    <w:rsid w:val="00485411"/>
    <w:rsid w:val="0048584D"/>
    <w:rsid w:val="004866A7"/>
    <w:rsid w:val="00486F8E"/>
    <w:rsid w:val="00490C66"/>
    <w:rsid w:val="00490ED7"/>
    <w:rsid w:val="004912E6"/>
    <w:rsid w:val="00491721"/>
    <w:rsid w:val="00491EBE"/>
    <w:rsid w:val="00493188"/>
    <w:rsid w:val="00494D83"/>
    <w:rsid w:val="00495766"/>
    <w:rsid w:val="004A0954"/>
    <w:rsid w:val="004A14F9"/>
    <w:rsid w:val="004A19F6"/>
    <w:rsid w:val="004A2B5E"/>
    <w:rsid w:val="004A33BB"/>
    <w:rsid w:val="004A3865"/>
    <w:rsid w:val="004A4657"/>
    <w:rsid w:val="004A5407"/>
    <w:rsid w:val="004A62E3"/>
    <w:rsid w:val="004A6DCA"/>
    <w:rsid w:val="004A7D5E"/>
    <w:rsid w:val="004B2B25"/>
    <w:rsid w:val="004B4838"/>
    <w:rsid w:val="004B5515"/>
    <w:rsid w:val="004B7318"/>
    <w:rsid w:val="004B73F7"/>
    <w:rsid w:val="004B7654"/>
    <w:rsid w:val="004C1074"/>
    <w:rsid w:val="004C18CE"/>
    <w:rsid w:val="004C3CC9"/>
    <w:rsid w:val="004C49A7"/>
    <w:rsid w:val="004C5EAF"/>
    <w:rsid w:val="004C6B18"/>
    <w:rsid w:val="004C792C"/>
    <w:rsid w:val="004C7B0B"/>
    <w:rsid w:val="004D0068"/>
    <w:rsid w:val="004D0B03"/>
    <w:rsid w:val="004D0CA1"/>
    <w:rsid w:val="004D15DD"/>
    <w:rsid w:val="004D1BBF"/>
    <w:rsid w:val="004D310A"/>
    <w:rsid w:val="004D3283"/>
    <w:rsid w:val="004D4241"/>
    <w:rsid w:val="004D46D3"/>
    <w:rsid w:val="004D5B24"/>
    <w:rsid w:val="004D65B1"/>
    <w:rsid w:val="004D78F5"/>
    <w:rsid w:val="004D7C63"/>
    <w:rsid w:val="004E041F"/>
    <w:rsid w:val="004E1543"/>
    <w:rsid w:val="004E25DF"/>
    <w:rsid w:val="004E3953"/>
    <w:rsid w:val="004E3DD8"/>
    <w:rsid w:val="004E44AC"/>
    <w:rsid w:val="004E4841"/>
    <w:rsid w:val="004E4DB1"/>
    <w:rsid w:val="004E5645"/>
    <w:rsid w:val="004E6881"/>
    <w:rsid w:val="004E71CE"/>
    <w:rsid w:val="004F06FE"/>
    <w:rsid w:val="004F10A0"/>
    <w:rsid w:val="004F1BB4"/>
    <w:rsid w:val="004F2EA0"/>
    <w:rsid w:val="004F3860"/>
    <w:rsid w:val="004F3AF1"/>
    <w:rsid w:val="004F4B88"/>
    <w:rsid w:val="004F56C3"/>
    <w:rsid w:val="004F5B4E"/>
    <w:rsid w:val="004F6E6E"/>
    <w:rsid w:val="005000A6"/>
    <w:rsid w:val="005008A1"/>
    <w:rsid w:val="00500C0A"/>
    <w:rsid w:val="005028E2"/>
    <w:rsid w:val="00503CF7"/>
    <w:rsid w:val="00506BDB"/>
    <w:rsid w:val="0051235A"/>
    <w:rsid w:val="0051244F"/>
    <w:rsid w:val="00513F3D"/>
    <w:rsid w:val="005149FB"/>
    <w:rsid w:val="00516A51"/>
    <w:rsid w:val="00516CC1"/>
    <w:rsid w:val="00520296"/>
    <w:rsid w:val="005211EE"/>
    <w:rsid w:val="00521748"/>
    <w:rsid w:val="005226A8"/>
    <w:rsid w:val="00524732"/>
    <w:rsid w:val="005250B3"/>
    <w:rsid w:val="00525AC8"/>
    <w:rsid w:val="005264E6"/>
    <w:rsid w:val="00527984"/>
    <w:rsid w:val="00527A42"/>
    <w:rsid w:val="00530206"/>
    <w:rsid w:val="005317D6"/>
    <w:rsid w:val="0053257D"/>
    <w:rsid w:val="005326FE"/>
    <w:rsid w:val="005330C4"/>
    <w:rsid w:val="0053463D"/>
    <w:rsid w:val="00534894"/>
    <w:rsid w:val="00537783"/>
    <w:rsid w:val="00537D97"/>
    <w:rsid w:val="00541E4C"/>
    <w:rsid w:val="00543786"/>
    <w:rsid w:val="00544DC7"/>
    <w:rsid w:val="0054515A"/>
    <w:rsid w:val="0054519A"/>
    <w:rsid w:val="00547072"/>
    <w:rsid w:val="005471DB"/>
    <w:rsid w:val="00547A68"/>
    <w:rsid w:val="00547A97"/>
    <w:rsid w:val="0055075D"/>
    <w:rsid w:val="0055195A"/>
    <w:rsid w:val="005546D1"/>
    <w:rsid w:val="00555A83"/>
    <w:rsid w:val="0056032E"/>
    <w:rsid w:val="00562275"/>
    <w:rsid w:val="00563238"/>
    <w:rsid w:val="0056571E"/>
    <w:rsid w:val="00565EFC"/>
    <w:rsid w:val="00567727"/>
    <w:rsid w:val="00572F60"/>
    <w:rsid w:val="00573D81"/>
    <w:rsid w:val="005741BE"/>
    <w:rsid w:val="00574B11"/>
    <w:rsid w:val="00575A9C"/>
    <w:rsid w:val="00576267"/>
    <w:rsid w:val="00577031"/>
    <w:rsid w:val="00577B09"/>
    <w:rsid w:val="005811C8"/>
    <w:rsid w:val="0058233D"/>
    <w:rsid w:val="00582785"/>
    <w:rsid w:val="005827B3"/>
    <w:rsid w:val="0058301A"/>
    <w:rsid w:val="00583309"/>
    <w:rsid w:val="005840D8"/>
    <w:rsid w:val="00587107"/>
    <w:rsid w:val="0059034D"/>
    <w:rsid w:val="00591358"/>
    <w:rsid w:val="005934E2"/>
    <w:rsid w:val="00594DC2"/>
    <w:rsid w:val="00596712"/>
    <w:rsid w:val="00596AF5"/>
    <w:rsid w:val="00596C25"/>
    <w:rsid w:val="005A197F"/>
    <w:rsid w:val="005A212F"/>
    <w:rsid w:val="005A23BC"/>
    <w:rsid w:val="005A24B3"/>
    <w:rsid w:val="005A2793"/>
    <w:rsid w:val="005A4651"/>
    <w:rsid w:val="005A6CC5"/>
    <w:rsid w:val="005A7CE6"/>
    <w:rsid w:val="005B10F3"/>
    <w:rsid w:val="005B15FB"/>
    <w:rsid w:val="005B181E"/>
    <w:rsid w:val="005B3602"/>
    <w:rsid w:val="005B4B84"/>
    <w:rsid w:val="005B7805"/>
    <w:rsid w:val="005C1AEA"/>
    <w:rsid w:val="005C22BB"/>
    <w:rsid w:val="005C2952"/>
    <w:rsid w:val="005C2CFB"/>
    <w:rsid w:val="005C2E83"/>
    <w:rsid w:val="005C479F"/>
    <w:rsid w:val="005C497E"/>
    <w:rsid w:val="005C5969"/>
    <w:rsid w:val="005C7EE1"/>
    <w:rsid w:val="005D17E1"/>
    <w:rsid w:val="005D183E"/>
    <w:rsid w:val="005D3735"/>
    <w:rsid w:val="005D3747"/>
    <w:rsid w:val="005D37FE"/>
    <w:rsid w:val="005D452D"/>
    <w:rsid w:val="005D6627"/>
    <w:rsid w:val="005D68B8"/>
    <w:rsid w:val="005E2671"/>
    <w:rsid w:val="005E419B"/>
    <w:rsid w:val="005E4D67"/>
    <w:rsid w:val="005E7F9E"/>
    <w:rsid w:val="005F0168"/>
    <w:rsid w:val="005F17A5"/>
    <w:rsid w:val="005F22F1"/>
    <w:rsid w:val="005F33C0"/>
    <w:rsid w:val="005F3D3E"/>
    <w:rsid w:val="005F4B97"/>
    <w:rsid w:val="005F4EA9"/>
    <w:rsid w:val="005F60EC"/>
    <w:rsid w:val="0060097B"/>
    <w:rsid w:val="00600E41"/>
    <w:rsid w:val="006020FB"/>
    <w:rsid w:val="00603ABA"/>
    <w:rsid w:val="00603E8B"/>
    <w:rsid w:val="00604B38"/>
    <w:rsid w:val="006059C0"/>
    <w:rsid w:val="00607E87"/>
    <w:rsid w:val="00612C70"/>
    <w:rsid w:val="00613894"/>
    <w:rsid w:val="00614ADE"/>
    <w:rsid w:val="00615782"/>
    <w:rsid w:val="006167D2"/>
    <w:rsid w:val="00616D22"/>
    <w:rsid w:val="006170EF"/>
    <w:rsid w:val="006174BF"/>
    <w:rsid w:val="006175A5"/>
    <w:rsid w:val="006208B6"/>
    <w:rsid w:val="00623949"/>
    <w:rsid w:val="00623C86"/>
    <w:rsid w:val="006242E7"/>
    <w:rsid w:val="0062562C"/>
    <w:rsid w:val="006261D0"/>
    <w:rsid w:val="006262CF"/>
    <w:rsid w:val="0063094B"/>
    <w:rsid w:val="00631D4D"/>
    <w:rsid w:val="00632F42"/>
    <w:rsid w:val="006342BE"/>
    <w:rsid w:val="00634377"/>
    <w:rsid w:val="00634B74"/>
    <w:rsid w:val="00641508"/>
    <w:rsid w:val="00641D0D"/>
    <w:rsid w:val="0064245D"/>
    <w:rsid w:val="00644C16"/>
    <w:rsid w:val="006457DB"/>
    <w:rsid w:val="00645995"/>
    <w:rsid w:val="0064712F"/>
    <w:rsid w:val="006477FA"/>
    <w:rsid w:val="006504E0"/>
    <w:rsid w:val="006522AC"/>
    <w:rsid w:val="00656652"/>
    <w:rsid w:val="006568C7"/>
    <w:rsid w:val="0065737C"/>
    <w:rsid w:val="00660C19"/>
    <w:rsid w:val="00660FEF"/>
    <w:rsid w:val="006610F2"/>
    <w:rsid w:val="00661F27"/>
    <w:rsid w:val="0066204B"/>
    <w:rsid w:val="00662320"/>
    <w:rsid w:val="00663499"/>
    <w:rsid w:val="0066657C"/>
    <w:rsid w:val="00673882"/>
    <w:rsid w:val="00674F7B"/>
    <w:rsid w:val="00676510"/>
    <w:rsid w:val="00681B17"/>
    <w:rsid w:val="006823A1"/>
    <w:rsid w:val="00682E98"/>
    <w:rsid w:val="0068363F"/>
    <w:rsid w:val="00684B11"/>
    <w:rsid w:val="00686F34"/>
    <w:rsid w:val="00687415"/>
    <w:rsid w:val="006918D0"/>
    <w:rsid w:val="00694F39"/>
    <w:rsid w:val="00695282"/>
    <w:rsid w:val="00695FA1"/>
    <w:rsid w:val="0069658D"/>
    <w:rsid w:val="00696FCA"/>
    <w:rsid w:val="00697B9D"/>
    <w:rsid w:val="006A0C87"/>
    <w:rsid w:val="006A0EE9"/>
    <w:rsid w:val="006A1421"/>
    <w:rsid w:val="006A14FF"/>
    <w:rsid w:val="006A231F"/>
    <w:rsid w:val="006A237D"/>
    <w:rsid w:val="006A4270"/>
    <w:rsid w:val="006A4404"/>
    <w:rsid w:val="006A55D0"/>
    <w:rsid w:val="006A5A92"/>
    <w:rsid w:val="006A5EEC"/>
    <w:rsid w:val="006A67CE"/>
    <w:rsid w:val="006A71A7"/>
    <w:rsid w:val="006A73CB"/>
    <w:rsid w:val="006A7C36"/>
    <w:rsid w:val="006B03CC"/>
    <w:rsid w:val="006B16E0"/>
    <w:rsid w:val="006B25AD"/>
    <w:rsid w:val="006B3EFA"/>
    <w:rsid w:val="006B53D1"/>
    <w:rsid w:val="006B62AE"/>
    <w:rsid w:val="006B777E"/>
    <w:rsid w:val="006C0CDE"/>
    <w:rsid w:val="006C1965"/>
    <w:rsid w:val="006C2CC2"/>
    <w:rsid w:val="006C3E5F"/>
    <w:rsid w:val="006C4D0F"/>
    <w:rsid w:val="006C4F0D"/>
    <w:rsid w:val="006C4F53"/>
    <w:rsid w:val="006C6DEE"/>
    <w:rsid w:val="006D0BE2"/>
    <w:rsid w:val="006D0FDC"/>
    <w:rsid w:val="006D35C7"/>
    <w:rsid w:val="006D381A"/>
    <w:rsid w:val="006D424C"/>
    <w:rsid w:val="006D64B7"/>
    <w:rsid w:val="006D7E40"/>
    <w:rsid w:val="006E0303"/>
    <w:rsid w:val="006E1D35"/>
    <w:rsid w:val="006E2363"/>
    <w:rsid w:val="006E3195"/>
    <w:rsid w:val="006E4B6E"/>
    <w:rsid w:val="006F014B"/>
    <w:rsid w:val="006F04C5"/>
    <w:rsid w:val="006F0CA6"/>
    <w:rsid w:val="006F2538"/>
    <w:rsid w:val="006F2EF2"/>
    <w:rsid w:val="006F5FA5"/>
    <w:rsid w:val="006F6E00"/>
    <w:rsid w:val="00703070"/>
    <w:rsid w:val="00703114"/>
    <w:rsid w:val="0070542B"/>
    <w:rsid w:val="00705964"/>
    <w:rsid w:val="007118F6"/>
    <w:rsid w:val="00712194"/>
    <w:rsid w:val="007159CC"/>
    <w:rsid w:val="00715B29"/>
    <w:rsid w:val="00716903"/>
    <w:rsid w:val="00716CC4"/>
    <w:rsid w:val="00717F88"/>
    <w:rsid w:val="00721A68"/>
    <w:rsid w:val="00721DB2"/>
    <w:rsid w:val="007240DF"/>
    <w:rsid w:val="00726790"/>
    <w:rsid w:val="00726D63"/>
    <w:rsid w:val="007276FD"/>
    <w:rsid w:val="00730B4A"/>
    <w:rsid w:val="007317F4"/>
    <w:rsid w:val="00731E85"/>
    <w:rsid w:val="0073303F"/>
    <w:rsid w:val="007336A6"/>
    <w:rsid w:val="00733D31"/>
    <w:rsid w:val="0073418D"/>
    <w:rsid w:val="0073689E"/>
    <w:rsid w:val="00740302"/>
    <w:rsid w:val="00740CE9"/>
    <w:rsid w:val="007418C7"/>
    <w:rsid w:val="00741966"/>
    <w:rsid w:val="007419A3"/>
    <w:rsid w:val="00743348"/>
    <w:rsid w:val="00743EDA"/>
    <w:rsid w:val="007440F5"/>
    <w:rsid w:val="007442CA"/>
    <w:rsid w:val="00745096"/>
    <w:rsid w:val="0074653C"/>
    <w:rsid w:val="00746724"/>
    <w:rsid w:val="0074783F"/>
    <w:rsid w:val="00750A17"/>
    <w:rsid w:val="00751B63"/>
    <w:rsid w:val="007521C0"/>
    <w:rsid w:val="00753B43"/>
    <w:rsid w:val="007547F2"/>
    <w:rsid w:val="0075523D"/>
    <w:rsid w:val="00760AC2"/>
    <w:rsid w:val="00761C99"/>
    <w:rsid w:val="00764100"/>
    <w:rsid w:val="00764DA0"/>
    <w:rsid w:val="00765E08"/>
    <w:rsid w:val="00765FA6"/>
    <w:rsid w:val="0076626B"/>
    <w:rsid w:val="00766E06"/>
    <w:rsid w:val="0076773D"/>
    <w:rsid w:val="00767799"/>
    <w:rsid w:val="00767DD3"/>
    <w:rsid w:val="00770969"/>
    <w:rsid w:val="00773176"/>
    <w:rsid w:val="0077375E"/>
    <w:rsid w:val="00774DB2"/>
    <w:rsid w:val="0077545D"/>
    <w:rsid w:val="00775BAB"/>
    <w:rsid w:val="00780263"/>
    <w:rsid w:val="00780DD3"/>
    <w:rsid w:val="00781220"/>
    <w:rsid w:val="007827EF"/>
    <w:rsid w:val="00783B27"/>
    <w:rsid w:val="00783DFC"/>
    <w:rsid w:val="007877CC"/>
    <w:rsid w:val="00790148"/>
    <w:rsid w:val="00791D3B"/>
    <w:rsid w:val="00794B15"/>
    <w:rsid w:val="007955CD"/>
    <w:rsid w:val="00795613"/>
    <w:rsid w:val="0079770E"/>
    <w:rsid w:val="007A0A37"/>
    <w:rsid w:val="007A336A"/>
    <w:rsid w:val="007B0698"/>
    <w:rsid w:val="007B1CBC"/>
    <w:rsid w:val="007B1DB3"/>
    <w:rsid w:val="007B34A1"/>
    <w:rsid w:val="007B4B96"/>
    <w:rsid w:val="007B547C"/>
    <w:rsid w:val="007B5F1A"/>
    <w:rsid w:val="007B6348"/>
    <w:rsid w:val="007C14D3"/>
    <w:rsid w:val="007C17D3"/>
    <w:rsid w:val="007C1B7E"/>
    <w:rsid w:val="007C4B72"/>
    <w:rsid w:val="007C6430"/>
    <w:rsid w:val="007C7823"/>
    <w:rsid w:val="007D0486"/>
    <w:rsid w:val="007D261D"/>
    <w:rsid w:val="007D4AB5"/>
    <w:rsid w:val="007D4D4F"/>
    <w:rsid w:val="007D558D"/>
    <w:rsid w:val="007D5633"/>
    <w:rsid w:val="007D66E7"/>
    <w:rsid w:val="007D6CBC"/>
    <w:rsid w:val="007D73F9"/>
    <w:rsid w:val="007D773D"/>
    <w:rsid w:val="007D7E82"/>
    <w:rsid w:val="007E058B"/>
    <w:rsid w:val="007E1319"/>
    <w:rsid w:val="007E17EE"/>
    <w:rsid w:val="007E2CA6"/>
    <w:rsid w:val="007E33C5"/>
    <w:rsid w:val="007E4300"/>
    <w:rsid w:val="007E5241"/>
    <w:rsid w:val="007E7459"/>
    <w:rsid w:val="007F03D7"/>
    <w:rsid w:val="007F1B5F"/>
    <w:rsid w:val="007F2274"/>
    <w:rsid w:val="007F2DC4"/>
    <w:rsid w:val="007F409A"/>
    <w:rsid w:val="0080126C"/>
    <w:rsid w:val="008031F2"/>
    <w:rsid w:val="00803F7E"/>
    <w:rsid w:val="00804BB3"/>
    <w:rsid w:val="00807324"/>
    <w:rsid w:val="0080739F"/>
    <w:rsid w:val="008074D1"/>
    <w:rsid w:val="008078E5"/>
    <w:rsid w:val="00811FC2"/>
    <w:rsid w:val="008123D0"/>
    <w:rsid w:val="00814228"/>
    <w:rsid w:val="008157A8"/>
    <w:rsid w:val="0081625D"/>
    <w:rsid w:val="0082222D"/>
    <w:rsid w:val="00823326"/>
    <w:rsid w:val="00823BEC"/>
    <w:rsid w:val="008250D3"/>
    <w:rsid w:val="00825E4C"/>
    <w:rsid w:val="00825F63"/>
    <w:rsid w:val="008262EA"/>
    <w:rsid w:val="008269B8"/>
    <w:rsid w:val="00826A63"/>
    <w:rsid w:val="00826DB9"/>
    <w:rsid w:val="00827E55"/>
    <w:rsid w:val="00827F94"/>
    <w:rsid w:val="0083042A"/>
    <w:rsid w:val="00830DA0"/>
    <w:rsid w:val="00831E53"/>
    <w:rsid w:val="00832824"/>
    <w:rsid w:val="00832A73"/>
    <w:rsid w:val="00832CF5"/>
    <w:rsid w:val="00832F77"/>
    <w:rsid w:val="00833498"/>
    <w:rsid w:val="008352D0"/>
    <w:rsid w:val="00835A4F"/>
    <w:rsid w:val="0083681B"/>
    <w:rsid w:val="008407FB"/>
    <w:rsid w:val="0084089B"/>
    <w:rsid w:val="00853AB9"/>
    <w:rsid w:val="00853DD5"/>
    <w:rsid w:val="00857001"/>
    <w:rsid w:val="00857056"/>
    <w:rsid w:val="00860729"/>
    <w:rsid w:val="00860BAE"/>
    <w:rsid w:val="008614B3"/>
    <w:rsid w:val="008634AD"/>
    <w:rsid w:val="0086553A"/>
    <w:rsid w:val="00866F78"/>
    <w:rsid w:val="00867460"/>
    <w:rsid w:val="00873524"/>
    <w:rsid w:val="008746FB"/>
    <w:rsid w:val="00874843"/>
    <w:rsid w:val="008755CB"/>
    <w:rsid w:val="008756CE"/>
    <w:rsid w:val="00877380"/>
    <w:rsid w:val="008774C2"/>
    <w:rsid w:val="008828A8"/>
    <w:rsid w:val="008833C2"/>
    <w:rsid w:val="00885A5C"/>
    <w:rsid w:val="0089638B"/>
    <w:rsid w:val="00896A0A"/>
    <w:rsid w:val="00897529"/>
    <w:rsid w:val="008A0780"/>
    <w:rsid w:val="008A08D1"/>
    <w:rsid w:val="008A3129"/>
    <w:rsid w:val="008A3A6F"/>
    <w:rsid w:val="008A454D"/>
    <w:rsid w:val="008A5E57"/>
    <w:rsid w:val="008A5F2D"/>
    <w:rsid w:val="008A6201"/>
    <w:rsid w:val="008A7169"/>
    <w:rsid w:val="008B05A0"/>
    <w:rsid w:val="008B103F"/>
    <w:rsid w:val="008B534B"/>
    <w:rsid w:val="008B544D"/>
    <w:rsid w:val="008B6C55"/>
    <w:rsid w:val="008B7C41"/>
    <w:rsid w:val="008C0006"/>
    <w:rsid w:val="008C0C01"/>
    <w:rsid w:val="008C10BB"/>
    <w:rsid w:val="008C1210"/>
    <w:rsid w:val="008C3B94"/>
    <w:rsid w:val="008C3E30"/>
    <w:rsid w:val="008C78C3"/>
    <w:rsid w:val="008D00B4"/>
    <w:rsid w:val="008D0BBA"/>
    <w:rsid w:val="008D36DB"/>
    <w:rsid w:val="008D3F83"/>
    <w:rsid w:val="008D6488"/>
    <w:rsid w:val="008D6F2B"/>
    <w:rsid w:val="008D7346"/>
    <w:rsid w:val="008E29C6"/>
    <w:rsid w:val="008E43CD"/>
    <w:rsid w:val="008E503C"/>
    <w:rsid w:val="008E5445"/>
    <w:rsid w:val="008E5B58"/>
    <w:rsid w:val="008E5F1E"/>
    <w:rsid w:val="008E63A8"/>
    <w:rsid w:val="008F0941"/>
    <w:rsid w:val="008F1D57"/>
    <w:rsid w:val="008F3FFF"/>
    <w:rsid w:val="008F4E89"/>
    <w:rsid w:val="008F5077"/>
    <w:rsid w:val="008F60D8"/>
    <w:rsid w:val="008F656B"/>
    <w:rsid w:val="008F7208"/>
    <w:rsid w:val="008F7821"/>
    <w:rsid w:val="00900031"/>
    <w:rsid w:val="00900770"/>
    <w:rsid w:val="009019A1"/>
    <w:rsid w:val="0090233C"/>
    <w:rsid w:val="00902FAB"/>
    <w:rsid w:val="00903C4C"/>
    <w:rsid w:val="00903EED"/>
    <w:rsid w:val="00904D8E"/>
    <w:rsid w:val="00905680"/>
    <w:rsid w:val="009066BD"/>
    <w:rsid w:val="0091151E"/>
    <w:rsid w:val="00911676"/>
    <w:rsid w:val="00911944"/>
    <w:rsid w:val="00911C61"/>
    <w:rsid w:val="0091383B"/>
    <w:rsid w:val="00916EBC"/>
    <w:rsid w:val="0091742A"/>
    <w:rsid w:val="00921B59"/>
    <w:rsid w:val="009234F1"/>
    <w:rsid w:val="0092353C"/>
    <w:rsid w:val="009258BE"/>
    <w:rsid w:val="009307C4"/>
    <w:rsid w:val="00932F23"/>
    <w:rsid w:val="0093574D"/>
    <w:rsid w:val="00936D28"/>
    <w:rsid w:val="00937518"/>
    <w:rsid w:val="00937B7D"/>
    <w:rsid w:val="009400FF"/>
    <w:rsid w:val="00940700"/>
    <w:rsid w:val="00941049"/>
    <w:rsid w:val="009422C6"/>
    <w:rsid w:val="00942A39"/>
    <w:rsid w:val="009438A6"/>
    <w:rsid w:val="0094471A"/>
    <w:rsid w:val="0094576D"/>
    <w:rsid w:val="009467BB"/>
    <w:rsid w:val="00946E0D"/>
    <w:rsid w:val="009548F2"/>
    <w:rsid w:val="00955296"/>
    <w:rsid w:val="00955800"/>
    <w:rsid w:val="00955AC5"/>
    <w:rsid w:val="00955CF7"/>
    <w:rsid w:val="00956C9C"/>
    <w:rsid w:val="00956D18"/>
    <w:rsid w:val="00957858"/>
    <w:rsid w:val="00960793"/>
    <w:rsid w:val="00960ECC"/>
    <w:rsid w:val="009618E9"/>
    <w:rsid w:val="009619FA"/>
    <w:rsid w:val="00961C28"/>
    <w:rsid w:val="00962552"/>
    <w:rsid w:val="00962CE8"/>
    <w:rsid w:val="009640D8"/>
    <w:rsid w:val="00965148"/>
    <w:rsid w:val="00966BFA"/>
    <w:rsid w:val="00966C11"/>
    <w:rsid w:val="009678CE"/>
    <w:rsid w:val="0097007B"/>
    <w:rsid w:val="0097215D"/>
    <w:rsid w:val="00972B58"/>
    <w:rsid w:val="00972F2C"/>
    <w:rsid w:val="00977EE6"/>
    <w:rsid w:val="0098055E"/>
    <w:rsid w:val="00980F99"/>
    <w:rsid w:val="009814B9"/>
    <w:rsid w:val="00981E62"/>
    <w:rsid w:val="00982060"/>
    <w:rsid w:val="00982D2F"/>
    <w:rsid w:val="009832DA"/>
    <w:rsid w:val="00987AE6"/>
    <w:rsid w:val="0099069F"/>
    <w:rsid w:val="009907AB"/>
    <w:rsid w:val="00990A27"/>
    <w:rsid w:val="00990CD6"/>
    <w:rsid w:val="00990D50"/>
    <w:rsid w:val="00991E8D"/>
    <w:rsid w:val="0099597C"/>
    <w:rsid w:val="00996A27"/>
    <w:rsid w:val="009A21A0"/>
    <w:rsid w:val="009A24CE"/>
    <w:rsid w:val="009A258C"/>
    <w:rsid w:val="009A28D5"/>
    <w:rsid w:val="009A2CB5"/>
    <w:rsid w:val="009A4E81"/>
    <w:rsid w:val="009A590A"/>
    <w:rsid w:val="009A5C08"/>
    <w:rsid w:val="009A7F51"/>
    <w:rsid w:val="009B0004"/>
    <w:rsid w:val="009B0F8C"/>
    <w:rsid w:val="009B295E"/>
    <w:rsid w:val="009B3C24"/>
    <w:rsid w:val="009B4091"/>
    <w:rsid w:val="009B59AB"/>
    <w:rsid w:val="009B6758"/>
    <w:rsid w:val="009C0AC9"/>
    <w:rsid w:val="009C352B"/>
    <w:rsid w:val="009C3578"/>
    <w:rsid w:val="009C496B"/>
    <w:rsid w:val="009C65C7"/>
    <w:rsid w:val="009C70D4"/>
    <w:rsid w:val="009D0B52"/>
    <w:rsid w:val="009D0B7F"/>
    <w:rsid w:val="009D1B01"/>
    <w:rsid w:val="009D4306"/>
    <w:rsid w:val="009D63DE"/>
    <w:rsid w:val="009D760E"/>
    <w:rsid w:val="009E00B1"/>
    <w:rsid w:val="009E0B6F"/>
    <w:rsid w:val="009E1AC1"/>
    <w:rsid w:val="009E1D46"/>
    <w:rsid w:val="009E1F60"/>
    <w:rsid w:val="009E29E7"/>
    <w:rsid w:val="009E393C"/>
    <w:rsid w:val="009E41B0"/>
    <w:rsid w:val="009E4825"/>
    <w:rsid w:val="009E4F4C"/>
    <w:rsid w:val="009E5396"/>
    <w:rsid w:val="009E54A7"/>
    <w:rsid w:val="009E5867"/>
    <w:rsid w:val="009E63D9"/>
    <w:rsid w:val="009E6A37"/>
    <w:rsid w:val="009E7A04"/>
    <w:rsid w:val="009E7A0E"/>
    <w:rsid w:val="009F1724"/>
    <w:rsid w:val="009F1D2D"/>
    <w:rsid w:val="009F2487"/>
    <w:rsid w:val="009F2687"/>
    <w:rsid w:val="009F38D7"/>
    <w:rsid w:val="009F3D7E"/>
    <w:rsid w:val="009F667C"/>
    <w:rsid w:val="009F6878"/>
    <w:rsid w:val="009F779D"/>
    <w:rsid w:val="00A00786"/>
    <w:rsid w:val="00A01213"/>
    <w:rsid w:val="00A019ED"/>
    <w:rsid w:val="00A029A4"/>
    <w:rsid w:val="00A0348F"/>
    <w:rsid w:val="00A03872"/>
    <w:rsid w:val="00A03FFD"/>
    <w:rsid w:val="00A05FF4"/>
    <w:rsid w:val="00A06BEA"/>
    <w:rsid w:val="00A06FC5"/>
    <w:rsid w:val="00A1152D"/>
    <w:rsid w:val="00A12883"/>
    <w:rsid w:val="00A13C17"/>
    <w:rsid w:val="00A13DB4"/>
    <w:rsid w:val="00A13F2C"/>
    <w:rsid w:val="00A140CD"/>
    <w:rsid w:val="00A14C57"/>
    <w:rsid w:val="00A159C1"/>
    <w:rsid w:val="00A163CA"/>
    <w:rsid w:val="00A16C68"/>
    <w:rsid w:val="00A16CFA"/>
    <w:rsid w:val="00A2063C"/>
    <w:rsid w:val="00A20999"/>
    <w:rsid w:val="00A20CCF"/>
    <w:rsid w:val="00A21D28"/>
    <w:rsid w:val="00A24726"/>
    <w:rsid w:val="00A27765"/>
    <w:rsid w:val="00A30ACF"/>
    <w:rsid w:val="00A30F59"/>
    <w:rsid w:val="00A317AF"/>
    <w:rsid w:val="00A320A6"/>
    <w:rsid w:val="00A33337"/>
    <w:rsid w:val="00A334C4"/>
    <w:rsid w:val="00A33E71"/>
    <w:rsid w:val="00A35982"/>
    <w:rsid w:val="00A3743B"/>
    <w:rsid w:val="00A3764F"/>
    <w:rsid w:val="00A3765F"/>
    <w:rsid w:val="00A37FF7"/>
    <w:rsid w:val="00A41129"/>
    <w:rsid w:val="00A41795"/>
    <w:rsid w:val="00A41D1F"/>
    <w:rsid w:val="00A42579"/>
    <w:rsid w:val="00A436FA"/>
    <w:rsid w:val="00A445CE"/>
    <w:rsid w:val="00A45956"/>
    <w:rsid w:val="00A464FE"/>
    <w:rsid w:val="00A46AB8"/>
    <w:rsid w:val="00A47BA9"/>
    <w:rsid w:val="00A50F8B"/>
    <w:rsid w:val="00A53E7C"/>
    <w:rsid w:val="00A5589B"/>
    <w:rsid w:val="00A56953"/>
    <w:rsid w:val="00A57D97"/>
    <w:rsid w:val="00A60B53"/>
    <w:rsid w:val="00A62935"/>
    <w:rsid w:val="00A62E93"/>
    <w:rsid w:val="00A634C3"/>
    <w:rsid w:val="00A64A64"/>
    <w:rsid w:val="00A6504F"/>
    <w:rsid w:val="00A65807"/>
    <w:rsid w:val="00A65B1E"/>
    <w:rsid w:val="00A6664E"/>
    <w:rsid w:val="00A67300"/>
    <w:rsid w:val="00A70D12"/>
    <w:rsid w:val="00A72529"/>
    <w:rsid w:val="00A72FFA"/>
    <w:rsid w:val="00A739D2"/>
    <w:rsid w:val="00A74877"/>
    <w:rsid w:val="00A75D83"/>
    <w:rsid w:val="00A76C74"/>
    <w:rsid w:val="00A76D30"/>
    <w:rsid w:val="00A76E6D"/>
    <w:rsid w:val="00A81490"/>
    <w:rsid w:val="00A838B2"/>
    <w:rsid w:val="00A85594"/>
    <w:rsid w:val="00A86760"/>
    <w:rsid w:val="00A87280"/>
    <w:rsid w:val="00A971F3"/>
    <w:rsid w:val="00AA0815"/>
    <w:rsid w:val="00AA1032"/>
    <w:rsid w:val="00AA23E0"/>
    <w:rsid w:val="00AA2749"/>
    <w:rsid w:val="00AA7DE1"/>
    <w:rsid w:val="00AA7EC2"/>
    <w:rsid w:val="00AB0841"/>
    <w:rsid w:val="00AB1A9C"/>
    <w:rsid w:val="00AB2B7E"/>
    <w:rsid w:val="00AB4D1F"/>
    <w:rsid w:val="00AB57DD"/>
    <w:rsid w:val="00AB63E5"/>
    <w:rsid w:val="00AB6E44"/>
    <w:rsid w:val="00AC3781"/>
    <w:rsid w:val="00AC38B2"/>
    <w:rsid w:val="00AC3A20"/>
    <w:rsid w:val="00AC7746"/>
    <w:rsid w:val="00AC7E65"/>
    <w:rsid w:val="00AD022F"/>
    <w:rsid w:val="00AD1FF1"/>
    <w:rsid w:val="00AD2004"/>
    <w:rsid w:val="00AD2799"/>
    <w:rsid w:val="00AD2D2A"/>
    <w:rsid w:val="00AD2E41"/>
    <w:rsid w:val="00AD397A"/>
    <w:rsid w:val="00AD4271"/>
    <w:rsid w:val="00AD6B87"/>
    <w:rsid w:val="00AE1D10"/>
    <w:rsid w:val="00AE2318"/>
    <w:rsid w:val="00AE2DFE"/>
    <w:rsid w:val="00AE2F13"/>
    <w:rsid w:val="00AE3C5D"/>
    <w:rsid w:val="00AE5731"/>
    <w:rsid w:val="00AE780C"/>
    <w:rsid w:val="00AF1604"/>
    <w:rsid w:val="00AF1A07"/>
    <w:rsid w:val="00AF43A2"/>
    <w:rsid w:val="00AF5A63"/>
    <w:rsid w:val="00AF5ED9"/>
    <w:rsid w:val="00AF6C0D"/>
    <w:rsid w:val="00AF7293"/>
    <w:rsid w:val="00AF75ED"/>
    <w:rsid w:val="00B01FF3"/>
    <w:rsid w:val="00B04FCA"/>
    <w:rsid w:val="00B06FC8"/>
    <w:rsid w:val="00B11FD3"/>
    <w:rsid w:val="00B12A99"/>
    <w:rsid w:val="00B13802"/>
    <w:rsid w:val="00B1672B"/>
    <w:rsid w:val="00B16EFD"/>
    <w:rsid w:val="00B17051"/>
    <w:rsid w:val="00B20C1C"/>
    <w:rsid w:val="00B220E3"/>
    <w:rsid w:val="00B318B0"/>
    <w:rsid w:val="00B31C13"/>
    <w:rsid w:val="00B324CD"/>
    <w:rsid w:val="00B32518"/>
    <w:rsid w:val="00B33305"/>
    <w:rsid w:val="00B3447A"/>
    <w:rsid w:val="00B35DCE"/>
    <w:rsid w:val="00B36540"/>
    <w:rsid w:val="00B365E8"/>
    <w:rsid w:val="00B37397"/>
    <w:rsid w:val="00B40DC2"/>
    <w:rsid w:val="00B42090"/>
    <w:rsid w:val="00B420D5"/>
    <w:rsid w:val="00B424E4"/>
    <w:rsid w:val="00B44BD6"/>
    <w:rsid w:val="00B455ED"/>
    <w:rsid w:val="00B457D2"/>
    <w:rsid w:val="00B458FD"/>
    <w:rsid w:val="00B470ED"/>
    <w:rsid w:val="00B5165B"/>
    <w:rsid w:val="00B53C9E"/>
    <w:rsid w:val="00B56523"/>
    <w:rsid w:val="00B5686A"/>
    <w:rsid w:val="00B56E1F"/>
    <w:rsid w:val="00B579D0"/>
    <w:rsid w:val="00B57A17"/>
    <w:rsid w:val="00B60617"/>
    <w:rsid w:val="00B606C8"/>
    <w:rsid w:val="00B61EA2"/>
    <w:rsid w:val="00B63808"/>
    <w:rsid w:val="00B6409D"/>
    <w:rsid w:val="00B64524"/>
    <w:rsid w:val="00B658DF"/>
    <w:rsid w:val="00B67307"/>
    <w:rsid w:val="00B67876"/>
    <w:rsid w:val="00B71BE5"/>
    <w:rsid w:val="00B7244E"/>
    <w:rsid w:val="00B80E7B"/>
    <w:rsid w:val="00B818F2"/>
    <w:rsid w:val="00B81E49"/>
    <w:rsid w:val="00B828CE"/>
    <w:rsid w:val="00B83ACF"/>
    <w:rsid w:val="00B84473"/>
    <w:rsid w:val="00B8678F"/>
    <w:rsid w:val="00B87B06"/>
    <w:rsid w:val="00B87D52"/>
    <w:rsid w:val="00B919DF"/>
    <w:rsid w:val="00B94E5B"/>
    <w:rsid w:val="00B95BB1"/>
    <w:rsid w:val="00B97654"/>
    <w:rsid w:val="00B97EDE"/>
    <w:rsid w:val="00BA452D"/>
    <w:rsid w:val="00BA609B"/>
    <w:rsid w:val="00BA6C2B"/>
    <w:rsid w:val="00BB0ACC"/>
    <w:rsid w:val="00BB0E1B"/>
    <w:rsid w:val="00BB0F96"/>
    <w:rsid w:val="00BB1C84"/>
    <w:rsid w:val="00BB222E"/>
    <w:rsid w:val="00BB2269"/>
    <w:rsid w:val="00BB2CEC"/>
    <w:rsid w:val="00BB3115"/>
    <w:rsid w:val="00BB3D54"/>
    <w:rsid w:val="00BB3FE4"/>
    <w:rsid w:val="00BB59DB"/>
    <w:rsid w:val="00BB6EE5"/>
    <w:rsid w:val="00BB78AF"/>
    <w:rsid w:val="00BB7D33"/>
    <w:rsid w:val="00BC1546"/>
    <w:rsid w:val="00BC28B7"/>
    <w:rsid w:val="00BC373D"/>
    <w:rsid w:val="00BC3A34"/>
    <w:rsid w:val="00BC3CE0"/>
    <w:rsid w:val="00BC546E"/>
    <w:rsid w:val="00BC6BC2"/>
    <w:rsid w:val="00BC768C"/>
    <w:rsid w:val="00BD072D"/>
    <w:rsid w:val="00BD7073"/>
    <w:rsid w:val="00BE042F"/>
    <w:rsid w:val="00BE08D4"/>
    <w:rsid w:val="00BE1E91"/>
    <w:rsid w:val="00BE52B3"/>
    <w:rsid w:val="00BE54D9"/>
    <w:rsid w:val="00BE6CD7"/>
    <w:rsid w:val="00BE7DD1"/>
    <w:rsid w:val="00BF1E91"/>
    <w:rsid w:val="00BF64AC"/>
    <w:rsid w:val="00BF6D20"/>
    <w:rsid w:val="00C01372"/>
    <w:rsid w:val="00C04FAA"/>
    <w:rsid w:val="00C050C9"/>
    <w:rsid w:val="00C06409"/>
    <w:rsid w:val="00C11878"/>
    <w:rsid w:val="00C12ACA"/>
    <w:rsid w:val="00C136E5"/>
    <w:rsid w:val="00C1754E"/>
    <w:rsid w:val="00C17B40"/>
    <w:rsid w:val="00C202BE"/>
    <w:rsid w:val="00C20D8C"/>
    <w:rsid w:val="00C221D5"/>
    <w:rsid w:val="00C22423"/>
    <w:rsid w:val="00C23A73"/>
    <w:rsid w:val="00C251C2"/>
    <w:rsid w:val="00C25AA8"/>
    <w:rsid w:val="00C26A3F"/>
    <w:rsid w:val="00C26BA4"/>
    <w:rsid w:val="00C273EC"/>
    <w:rsid w:val="00C27A63"/>
    <w:rsid w:val="00C30725"/>
    <w:rsid w:val="00C31046"/>
    <w:rsid w:val="00C32560"/>
    <w:rsid w:val="00C326EB"/>
    <w:rsid w:val="00C33179"/>
    <w:rsid w:val="00C34722"/>
    <w:rsid w:val="00C348F9"/>
    <w:rsid w:val="00C35D47"/>
    <w:rsid w:val="00C36041"/>
    <w:rsid w:val="00C36B9F"/>
    <w:rsid w:val="00C374D6"/>
    <w:rsid w:val="00C40CB1"/>
    <w:rsid w:val="00C41065"/>
    <w:rsid w:val="00C410A6"/>
    <w:rsid w:val="00C42154"/>
    <w:rsid w:val="00C424EF"/>
    <w:rsid w:val="00C42F9B"/>
    <w:rsid w:val="00C45786"/>
    <w:rsid w:val="00C47116"/>
    <w:rsid w:val="00C473D3"/>
    <w:rsid w:val="00C502F0"/>
    <w:rsid w:val="00C504E4"/>
    <w:rsid w:val="00C50A86"/>
    <w:rsid w:val="00C52520"/>
    <w:rsid w:val="00C5297C"/>
    <w:rsid w:val="00C52B60"/>
    <w:rsid w:val="00C54EF2"/>
    <w:rsid w:val="00C551AD"/>
    <w:rsid w:val="00C610D9"/>
    <w:rsid w:val="00C613F3"/>
    <w:rsid w:val="00C6175D"/>
    <w:rsid w:val="00C6394A"/>
    <w:rsid w:val="00C63A83"/>
    <w:rsid w:val="00C65580"/>
    <w:rsid w:val="00C65A3D"/>
    <w:rsid w:val="00C65D18"/>
    <w:rsid w:val="00C66C09"/>
    <w:rsid w:val="00C67CDF"/>
    <w:rsid w:val="00C7135E"/>
    <w:rsid w:val="00C71D70"/>
    <w:rsid w:val="00C721F7"/>
    <w:rsid w:val="00C736FB"/>
    <w:rsid w:val="00C73BB6"/>
    <w:rsid w:val="00C7493E"/>
    <w:rsid w:val="00C76D1D"/>
    <w:rsid w:val="00C76E35"/>
    <w:rsid w:val="00C76F72"/>
    <w:rsid w:val="00C81660"/>
    <w:rsid w:val="00C81A44"/>
    <w:rsid w:val="00C81D00"/>
    <w:rsid w:val="00C8283D"/>
    <w:rsid w:val="00C82C29"/>
    <w:rsid w:val="00C82D84"/>
    <w:rsid w:val="00C84767"/>
    <w:rsid w:val="00C8500C"/>
    <w:rsid w:val="00C85191"/>
    <w:rsid w:val="00C86AF9"/>
    <w:rsid w:val="00C87287"/>
    <w:rsid w:val="00C879A3"/>
    <w:rsid w:val="00C879D9"/>
    <w:rsid w:val="00C910AD"/>
    <w:rsid w:val="00C91BD7"/>
    <w:rsid w:val="00C93240"/>
    <w:rsid w:val="00C93346"/>
    <w:rsid w:val="00C94873"/>
    <w:rsid w:val="00C972DD"/>
    <w:rsid w:val="00C97744"/>
    <w:rsid w:val="00CA12C9"/>
    <w:rsid w:val="00CA260A"/>
    <w:rsid w:val="00CA3EFA"/>
    <w:rsid w:val="00CA478D"/>
    <w:rsid w:val="00CA4B73"/>
    <w:rsid w:val="00CA4CA6"/>
    <w:rsid w:val="00CA6B86"/>
    <w:rsid w:val="00CB0122"/>
    <w:rsid w:val="00CB0334"/>
    <w:rsid w:val="00CB09E4"/>
    <w:rsid w:val="00CB10D3"/>
    <w:rsid w:val="00CB16B3"/>
    <w:rsid w:val="00CB394D"/>
    <w:rsid w:val="00CB4F21"/>
    <w:rsid w:val="00CB5DF7"/>
    <w:rsid w:val="00CC19C4"/>
    <w:rsid w:val="00CC20F8"/>
    <w:rsid w:val="00CC3BF3"/>
    <w:rsid w:val="00CC4801"/>
    <w:rsid w:val="00CC4A29"/>
    <w:rsid w:val="00CC535A"/>
    <w:rsid w:val="00CC68AD"/>
    <w:rsid w:val="00CC72F6"/>
    <w:rsid w:val="00CD1AB6"/>
    <w:rsid w:val="00CD2A5B"/>
    <w:rsid w:val="00CD2FEA"/>
    <w:rsid w:val="00CD54F9"/>
    <w:rsid w:val="00CD637C"/>
    <w:rsid w:val="00CD6EC1"/>
    <w:rsid w:val="00CE1211"/>
    <w:rsid w:val="00CE1D06"/>
    <w:rsid w:val="00CE349C"/>
    <w:rsid w:val="00CE47ED"/>
    <w:rsid w:val="00CE6405"/>
    <w:rsid w:val="00CE6557"/>
    <w:rsid w:val="00CE6C21"/>
    <w:rsid w:val="00CF0649"/>
    <w:rsid w:val="00CF06BC"/>
    <w:rsid w:val="00CF182C"/>
    <w:rsid w:val="00CF1FA6"/>
    <w:rsid w:val="00CF28E0"/>
    <w:rsid w:val="00CF4735"/>
    <w:rsid w:val="00CF5199"/>
    <w:rsid w:val="00CF6546"/>
    <w:rsid w:val="00CF6ECF"/>
    <w:rsid w:val="00CF780F"/>
    <w:rsid w:val="00CF7C71"/>
    <w:rsid w:val="00D02437"/>
    <w:rsid w:val="00D04D9D"/>
    <w:rsid w:val="00D0542E"/>
    <w:rsid w:val="00D10785"/>
    <w:rsid w:val="00D13C85"/>
    <w:rsid w:val="00D16453"/>
    <w:rsid w:val="00D16B33"/>
    <w:rsid w:val="00D17636"/>
    <w:rsid w:val="00D21DA4"/>
    <w:rsid w:val="00D220E9"/>
    <w:rsid w:val="00D22C61"/>
    <w:rsid w:val="00D23520"/>
    <w:rsid w:val="00D2357E"/>
    <w:rsid w:val="00D25107"/>
    <w:rsid w:val="00D25DFE"/>
    <w:rsid w:val="00D26349"/>
    <w:rsid w:val="00D27040"/>
    <w:rsid w:val="00D27B4A"/>
    <w:rsid w:val="00D32E8B"/>
    <w:rsid w:val="00D33A56"/>
    <w:rsid w:val="00D3420B"/>
    <w:rsid w:val="00D35406"/>
    <w:rsid w:val="00D3606F"/>
    <w:rsid w:val="00D368B0"/>
    <w:rsid w:val="00D40265"/>
    <w:rsid w:val="00D4038A"/>
    <w:rsid w:val="00D404E2"/>
    <w:rsid w:val="00D40FB9"/>
    <w:rsid w:val="00D415F0"/>
    <w:rsid w:val="00D41AC9"/>
    <w:rsid w:val="00D42390"/>
    <w:rsid w:val="00D42836"/>
    <w:rsid w:val="00D43852"/>
    <w:rsid w:val="00D43909"/>
    <w:rsid w:val="00D44429"/>
    <w:rsid w:val="00D4540E"/>
    <w:rsid w:val="00D45A67"/>
    <w:rsid w:val="00D4618A"/>
    <w:rsid w:val="00D46C91"/>
    <w:rsid w:val="00D46E4F"/>
    <w:rsid w:val="00D47756"/>
    <w:rsid w:val="00D50A40"/>
    <w:rsid w:val="00D5281D"/>
    <w:rsid w:val="00D54639"/>
    <w:rsid w:val="00D55548"/>
    <w:rsid w:val="00D5568E"/>
    <w:rsid w:val="00D557D0"/>
    <w:rsid w:val="00D55D68"/>
    <w:rsid w:val="00D56000"/>
    <w:rsid w:val="00D571DB"/>
    <w:rsid w:val="00D63F27"/>
    <w:rsid w:val="00D64B56"/>
    <w:rsid w:val="00D64B72"/>
    <w:rsid w:val="00D6511F"/>
    <w:rsid w:val="00D670C5"/>
    <w:rsid w:val="00D7022B"/>
    <w:rsid w:val="00D70654"/>
    <w:rsid w:val="00D70B6B"/>
    <w:rsid w:val="00D7134B"/>
    <w:rsid w:val="00D73427"/>
    <w:rsid w:val="00D7459A"/>
    <w:rsid w:val="00D74F76"/>
    <w:rsid w:val="00D75202"/>
    <w:rsid w:val="00D76005"/>
    <w:rsid w:val="00D76127"/>
    <w:rsid w:val="00D77790"/>
    <w:rsid w:val="00D8032D"/>
    <w:rsid w:val="00D807DD"/>
    <w:rsid w:val="00D81971"/>
    <w:rsid w:val="00D83422"/>
    <w:rsid w:val="00D836DF"/>
    <w:rsid w:val="00D85BAE"/>
    <w:rsid w:val="00D9053F"/>
    <w:rsid w:val="00D905AE"/>
    <w:rsid w:val="00D91347"/>
    <w:rsid w:val="00D9175D"/>
    <w:rsid w:val="00D93757"/>
    <w:rsid w:val="00D93805"/>
    <w:rsid w:val="00D94045"/>
    <w:rsid w:val="00D9417F"/>
    <w:rsid w:val="00D946E7"/>
    <w:rsid w:val="00D95458"/>
    <w:rsid w:val="00D96826"/>
    <w:rsid w:val="00D96EEC"/>
    <w:rsid w:val="00DA07DD"/>
    <w:rsid w:val="00DA1E21"/>
    <w:rsid w:val="00DA315B"/>
    <w:rsid w:val="00DA35CC"/>
    <w:rsid w:val="00DA3E9C"/>
    <w:rsid w:val="00DA6128"/>
    <w:rsid w:val="00DB0C6C"/>
    <w:rsid w:val="00DB13A3"/>
    <w:rsid w:val="00DB261C"/>
    <w:rsid w:val="00DB2CB4"/>
    <w:rsid w:val="00DB3188"/>
    <w:rsid w:val="00DB66CC"/>
    <w:rsid w:val="00DC1A09"/>
    <w:rsid w:val="00DC1A62"/>
    <w:rsid w:val="00DC1D1C"/>
    <w:rsid w:val="00DC256A"/>
    <w:rsid w:val="00DC3595"/>
    <w:rsid w:val="00DC4655"/>
    <w:rsid w:val="00DC614D"/>
    <w:rsid w:val="00DC68FE"/>
    <w:rsid w:val="00DD5ACA"/>
    <w:rsid w:val="00DD6396"/>
    <w:rsid w:val="00DD65E3"/>
    <w:rsid w:val="00DD6825"/>
    <w:rsid w:val="00DE191B"/>
    <w:rsid w:val="00DE1F0C"/>
    <w:rsid w:val="00DE282A"/>
    <w:rsid w:val="00DE4297"/>
    <w:rsid w:val="00DE5231"/>
    <w:rsid w:val="00DE5B3F"/>
    <w:rsid w:val="00DE628D"/>
    <w:rsid w:val="00DE7887"/>
    <w:rsid w:val="00DE7A67"/>
    <w:rsid w:val="00DF0468"/>
    <w:rsid w:val="00DF103E"/>
    <w:rsid w:val="00DF175A"/>
    <w:rsid w:val="00DF1A1A"/>
    <w:rsid w:val="00DF1E3F"/>
    <w:rsid w:val="00DF2230"/>
    <w:rsid w:val="00DF2DA1"/>
    <w:rsid w:val="00DF3600"/>
    <w:rsid w:val="00DF3F2C"/>
    <w:rsid w:val="00DF57A1"/>
    <w:rsid w:val="00DF74A1"/>
    <w:rsid w:val="00E01649"/>
    <w:rsid w:val="00E0234E"/>
    <w:rsid w:val="00E029B0"/>
    <w:rsid w:val="00E02F59"/>
    <w:rsid w:val="00E04951"/>
    <w:rsid w:val="00E04BFE"/>
    <w:rsid w:val="00E061E1"/>
    <w:rsid w:val="00E0676E"/>
    <w:rsid w:val="00E068AF"/>
    <w:rsid w:val="00E10680"/>
    <w:rsid w:val="00E11E3F"/>
    <w:rsid w:val="00E1267A"/>
    <w:rsid w:val="00E12C3C"/>
    <w:rsid w:val="00E132FE"/>
    <w:rsid w:val="00E134C5"/>
    <w:rsid w:val="00E13A60"/>
    <w:rsid w:val="00E13D1F"/>
    <w:rsid w:val="00E1494B"/>
    <w:rsid w:val="00E1653C"/>
    <w:rsid w:val="00E16CAC"/>
    <w:rsid w:val="00E16F6F"/>
    <w:rsid w:val="00E22890"/>
    <w:rsid w:val="00E22F7A"/>
    <w:rsid w:val="00E2473D"/>
    <w:rsid w:val="00E24CC5"/>
    <w:rsid w:val="00E2610D"/>
    <w:rsid w:val="00E26DCE"/>
    <w:rsid w:val="00E313F4"/>
    <w:rsid w:val="00E33323"/>
    <w:rsid w:val="00E33888"/>
    <w:rsid w:val="00E353EF"/>
    <w:rsid w:val="00E3621D"/>
    <w:rsid w:val="00E37D0D"/>
    <w:rsid w:val="00E37F96"/>
    <w:rsid w:val="00E40270"/>
    <w:rsid w:val="00E41592"/>
    <w:rsid w:val="00E41D99"/>
    <w:rsid w:val="00E42730"/>
    <w:rsid w:val="00E42F28"/>
    <w:rsid w:val="00E45B76"/>
    <w:rsid w:val="00E45C8D"/>
    <w:rsid w:val="00E503B9"/>
    <w:rsid w:val="00E50D1A"/>
    <w:rsid w:val="00E5204F"/>
    <w:rsid w:val="00E52685"/>
    <w:rsid w:val="00E53324"/>
    <w:rsid w:val="00E53C93"/>
    <w:rsid w:val="00E5632D"/>
    <w:rsid w:val="00E56790"/>
    <w:rsid w:val="00E57388"/>
    <w:rsid w:val="00E57CD0"/>
    <w:rsid w:val="00E60FF4"/>
    <w:rsid w:val="00E61006"/>
    <w:rsid w:val="00E61053"/>
    <w:rsid w:val="00E6159C"/>
    <w:rsid w:val="00E61865"/>
    <w:rsid w:val="00E624AC"/>
    <w:rsid w:val="00E62E53"/>
    <w:rsid w:val="00E643F3"/>
    <w:rsid w:val="00E66017"/>
    <w:rsid w:val="00E7013D"/>
    <w:rsid w:val="00E71065"/>
    <w:rsid w:val="00E71073"/>
    <w:rsid w:val="00E720A0"/>
    <w:rsid w:val="00E72662"/>
    <w:rsid w:val="00E73FA3"/>
    <w:rsid w:val="00E74E09"/>
    <w:rsid w:val="00E74F76"/>
    <w:rsid w:val="00E75131"/>
    <w:rsid w:val="00E75BE7"/>
    <w:rsid w:val="00E7654A"/>
    <w:rsid w:val="00E77197"/>
    <w:rsid w:val="00E77BB1"/>
    <w:rsid w:val="00E81239"/>
    <w:rsid w:val="00E82CB8"/>
    <w:rsid w:val="00E8311F"/>
    <w:rsid w:val="00E854B7"/>
    <w:rsid w:val="00E8655F"/>
    <w:rsid w:val="00E90818"/>
    <w:rsid w:val="00E910F5"/>
    <w:rsid w:val="00E9190A"/>
    <w:rsid w:val="00E933DF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ECC"/>
    <w:rsid w:val="00EA3C59"/>
    <w:rsid w:val="00EA5185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B4FEA"/>
    <w:rsid w:val="00EB77FF"/>
    <w:rsid w:val="00EC2C51"/>
    <w:rsid w:val="00EC5FB0"/>
    <w:rsid w:val="00EC6400"/>
    <w:rsid w:val="00ED16DB"/>
    <w:rsid w:val="00ED2320"/>
    <w:rsid w:val="00ED5312"/>
    <w:rsid w:val="00ED77AD"/>
    <w:rsid w:val="00EE0EF0"/>
    <w:rsid w:val="00EE1DB4"/>
    <w:rsid w:val="00EE7195"/>
    <w:rsid w:val="00EF0182"/>
    <w:rsid w:val="00EF0FA0"/>
    <w:rsid w:val="00EF1A26"/>
    <w:rsid w:val="00EF1D1D"/>
    <w:rsid w:val="00EF26B4"/>
    <w:rsid w:val="00EF2C5C"/>
    <w:rsid w:val="00EF2FD7"/>
    <w:rsid w:val="00EF3EA4"/>
    <w:rsid w:val="00EF3F16"/>
    <w:rsid w:val="00EF419F"/>
    <w:rsid w:val="00EF6A44"/>
    <w:rsid w:val="00EF6FA0"/>
    <w:rsid w:val="00EF755E"/>
    <w:rsid w:val="00EF76DF"/>
    <w:rsid w:val="00EF77DA"/>
    <w:rsid w:val="00EF7F13"/>
    <w:rsid w:val="00F00ECC"/>
    <w:rsid w:val="00F0153F"/>
    <w:rsid w:val="00F02304"/>
    <w:rsid w:val="00F034B5"/>
    <w:rsid w:val="00F0793B"/>
    <w:rsid w:val="00F079B1"/>
    <w:rsid w:val="00F1139A"/>
    <w:rsid w:val="00F127C8"/>
    <w:rsid w:val="00F1479A"/>
    <w:rsid w:val="00F21488"/>
    <w:rsid w:val="00F21A7B"/>
    <w:rsid w:val="00F22BD0"/>
    <w:rsid w:val="00F23152"/>
    <w:rsid w:val="00F23E35"/>
    <w:rsid w:val="00F247CE"/>
    <w:rsid w:val="00F24DE8"/>
    <w:rsid w:val="00F25270"/>
    <w:rsid w:val="00F2689F"/>
    <w:rsid w:val="00F30054"/>
    <w:rsid w:val="00F30E35"/>
    <w:rsid w:val="00F33E93"/>
    <w:rsid w:val="00F3475E"/>
    <w:rsid w:val="00F3746C"/>
    <w:rsid w:val="00F405C0"/>
    <w:rsid w:val="00F40C8D"/>
    <w:rsid w:val="00F411C7"/>
    <w:rsid w:val="00F42CCD"/>
    <w:rsid w:val="00F43E67"/>
    <w:rsid w:val="00F45832"/>
    <w:rsid w:val="00F45F3D"/>
    <w:rsid w:val="00F46A8E"/>
    <w:rsid w:val="00F46B6E"/>
    <w:rsid w:val="00F5426C"/>
    <w:rsid w:val="00F55BFA"/>
    <w:rsid w:val="00F55DE8"/>
    <w:rsid w:val="00F565EE"/>
    <w:rsid w:val="00F56B08"/>
    <w:rsid w:val="00F57EBB"/>
    <w:rsid w:val="00F60143"/>
    <w:rsid w:val="00F6019D"/>
    <w:rsid w:val="00F618CA"/>
    <w:rsid w:val="00F618DD"/>
    <w:rsid w:val="00F62046"/>
    <w:rsid w:val="00F620AF"/>
    <w:rsid w:val="00F64EC3"/>
    <w:rsid w:val="00F65E06"/>
    <w:rsid w:val="00F6729B"/>
    <w:rsid w:val="00F7282A"/>
    <w:rsid w:val="00F72CCF"/>
    <w:rsid w:val="00F81693"/>
    <w:rsid w:val="00F83C15"/>
    <w:rsid w:val="00F83C8E"/>
    <w:rsid w:val="00F8534A"/>
    <w:rsid w:val="00F90804"/>
    <w:rsid w:val="00F9150F"/>
    <w:rsid w:val="00F91DD9"/>
    <w:rsid w:val="00F92E7E"/>
    <w:rsid w:val="00F935C6"/>
    <w:rsid w:val="00F93DA0"/>
    <w:rsid w:val="00F93F4C"/>
    <w:rsid w:val="00F94FF3"/>
    <w:rsid w:val="00F95077"/>
    <w:rsid w:val="00FA065D"/>
    <w:rsid w:val="00FA1CA3"/>
    <w:rsid w:val="00FA1EA4"/>
    <w:rsid w:val="00FA2053"/>
    <w:rsid w:val="00FA2923"/>
    <w:rsid w:val="00FA2CF5"/>
    <w:rsid w:val="00FA473C"/>
    <w:rsid w:val="00FA4E1B"/>
    <w:rsid w:val="00FA5219"/>
    <w:rsid w:val="00FA5EF7"/>
    <w:rsid w:val="00FA65DE"/>
    <w:rsid w:val="00FA6F63"/>
    <w:rsid w:val="00FA796E"/>
    <w:rsid w:val="00FA79E3"/>
    <w:rsid w:val="00FA7B12"/>
    <w:rsid w:val="00FB08A4"/>
    <w:rsid w:val="00FB326C"/>
    <w:rsid w:val="00FB3E1F"/>
    <w:rsid w:val="00FB645D"/>
    <w:rsid w:val="00FC080C"/>
    <w:rsid w:val="00FC2BD8"/>
    <w:rsid w:val="00FC5644"/>
    <w:rsid w:val="00FC79F7"/>
    <w:rsid w:val="00FD0A5C"/>
    <w:rsid w:val="00FD1A4C"/>
    <w:rsid w:val="00FD201E"/>
    <w:rsid w:val="00FD34B3"/>
    <w:rsid w:val="00FD3C4F"/>
    <w:rsid w:val="00FD3EAF"/>
    <w:rsid w:val="00FD54B6"/>
    <w:rsid w:val="00FD7DDA"/>
    <w:rsid w:val="00FE0906"/>
    <w:rsid w:val="00FE1F1D"/>
    <w:rsid w:val="00FE27E8"/>
    <w:rsid w:val="00FE4B41"/>
    <w:rsid w:val="00FE52B7"/>
    <w:rsid w:val="00FE530C"/>
    <w:rsid w:val="00FE5D3C"/>
    <w:rsid w:val="00FE6B08"/>
    <w:rsid w:val="00FF0850"/>
    <w:rsid w:val="00FF1FB5"/>
    <w:rsid w:val="00FF2D34"/>
    <w:rsid w:val="00FF2D55"/>
    <w:rsid w:val="00FF512E"/>
    <w:rsid w:val="00FF704C"/>
    <w:rsid w:val="00FF73B9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4B6AEF3C-F177-4BF4-B80C-F1D1823B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E5C1B"/>
    <w:pPr>
      <w:ind w:firstLine="720"/>
      <w:jc w:val="both"/>
    </w:pPr>
    <w:rPr>
      <w:rFonts w:ascii="Arial" w:hAnsi="Arial"/>
    </w:rPr>
  </w:style>
  <w:style w:type="paragraph" w:styleId="Nadpis1">
    <w:name w:val="heading 1"/>
    <w:next w:val="Normlny"/>
    <w:qFormat/>
    <w:rsid w:val="00D905AE"/>
    <w:pPr>
      <w:keepNext/>
      <w:suppressAutoHyphens/>
      <w:outlineLvl w:val="0"/>
    </w:pPr>
    <w:rPr>
      <w:rFonts w:ascii="Arial" w:hAnsi="Arial" w:cs="Arial"/>
      <w:b/>
      <w:spacing w:val="10"/>
      <w:kern w:val="20"/>
      <w:sz w:val="32"/>
      <w:szCs w:val="32"/>
    </w:rPr>
  </w:style>
  <w:style w:type="paragraph" w:styleId="Nadpis2">
    <w:name w:val="heading 2"/>
    <w:next w:val="Normlny"/>
    <w:link w:val="Nadpis2Char"/>
    <w:qFormat/>
    <w:rsid w:val="00E0676E"/>
    <w:pPr>
      <w:keepNext/>
      <w:numPr>
        <w:ilvl w:val="1"/>
        <w:numId w:val="1"/>
      </w:numPr>
      <w:suppressAutoHyphens/>
      <w:spacing w:before="60" w:after="60"/>
      <w:outlineLvl w:val="1"/>
    </w:pPr>
    <w:rPr>
      <w:rFonts w:ascii="Arial" w:hAnsi="Arial" w:cs="Arial"/>
      <w:b/>
      <w:spacing w:val="10"/>
      <w:kern w:val="20"/>
      <w:sz w:val="24"/>
      <w:szCs w:val="24"/>
    </w:rPr>
  </w:style>
  <w:style w:type="paragraph" w:styleId="Nadpis3">
    <w:name w:val="heading 3"/>
    <w:basedOn w:val="Nadpiszkladn"/>
    <w:next w:val="Normlny"/>
    <w:qFormat/>
    <w:rsid w:val="008A6201"/>
    <w:pPr>
      <w:spacing w:before="120" w:after="120" w:line="240" w:lineRule="auto"/>
      <w:jc w:val="left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semiHidden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0E5C1B"/>
    <w:pPr>
      <w:tabs>
        <w:tab w:val="left" w:pos="720"/>
        <w:tab w:val="right" w:leader="dot" w:pos="10348"/>
      </w:tabs>
      <w:spacing w:line="360" w:lineRule="auto"/>
      <w:ind w:firstLine="0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0E5C1B"/>
    <w:pPr>
      <w:tabs>
        <w:tab w:val="left" w:pos="709"/>
        <w:tab w:val="left" w:pos="1540"/>
        <w:tab w:val="right" w:leader="dot" w:pos="10348"/>
      </w:tabs>
      <w:spacing w:line="360" w:lineRule="auto"/>
      <w:ind w:left="709" w:hanging="425"/>
    </w:pPr>
  </w:style>
  <w:style w:type="paragraph" w:styleId="Obsah3">
    <w:name w:val="toc 3"/>
    <w:basedOn w:val="Normlny"/>
    <w:next w:val="Normlny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qFormat/>
    <w:rsid w:val="007C14D3"/>
    <w:pPr>
      <w:spacing w:before="60" w:after="60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99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3">
    <w:name w:val="3"/>
    <w:qFormat/>
    <w:rsid w:val="008F0941"/>
  </w:style>
  <w:style w:type="character" w:customStyle="1" w:styleId="Nadpis2Char">
    <w:name w:val="Nadpis 2 Char"/>
    <w:link w:val="Nadpis2"/>
    <w:rsid w:val="00E0676E"/>
    <w:rPr>
      <w:rFonts w:ascii="Arial" w:hAnsi="Arial" w:cs="Arial"/>
      <w:b/>
      <w:spacing w:val="10"/>
      <w:kern w:val="20"/>
      <w:sz w:val="24"/>
      <w:szCs w:val="24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2">
    <w:name w:val="2"/>
    <w:qFormat/>
    <w:rsid w:val="008A5F2D"/>
  </w:style>
  <w:style w:type="paragraph" w:customStyle="1" w:styleId="1">
    <w:name w:val="1"/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character" w:customStyle="1" w:styleId="gps-simple">
    <w:name w:val="gps-simple"/>
    <w:basedOn w:val="Predvolenpsmoodseku"/>
    <w:rsid w:val="00B67876"/>
  </w:style>
  <w:style w:type="paragraph" w:customStyle="1" w:styleId="Tabulka">
    <w:name w:val="Tabulka"/>
    <w:basedOn w:val="Normlny"/>
    <w:link w:val="TabulkaChar"/>
    <w:qFormat/>
    <w:rsid w:val="00BE52B3"/>
    <w:pPr>
      <w:spacing w:before="60" w:after="60"/>
    </w:pPr>
    <w:rPr>
      <w:rFonts w:eastAsiaTheme="minorHAnsi" w:cstheme="minorBidi"/>
      <w:szCs w:val="22"/>
      <w:lang w:eastAsia="en-US"/>
    </w:rPr>
  </w:style>
  <w:style w:type="character" w:customStyle="1" w:styleId="TabulkaChar">
    <w:name w:val="Tabulka Char"/>
    <w:basedOn w:val="Predvolenpsmoodseku"/>
    <w:link w:val="Tabulka"/>
    <w:rsid w:val="00BE52B3"/>
    <w:rPr>
      <w:rFonts w:ascii="Arial" w:eastAsiaTheme="minorHAnsi" w:hAnsi="Arial" w:cstheme="minorBidi"/>
      <w:szCs w:val="22"/>
      <w:lang w:eastAsia="en-US"/>
    </w:rPr>
  </w:style>
  <w:style w:type="paragraph" w:customStyle="1" w:styleId="-odrka">
    <w:name w:val="- odrážka"/>
    <w:basedOn w:val="Normlny"/>
    <w:autoRedefine/>
    <w:uiPriority w:val="99"/>
    <w:rsid w:val="006A5A92"/>
    <w:pPr>
      <w:numPr>
        <w:numId w:val="33"/>
      </w:numPr>
      <w:tabs>
        <w:tab w:val="left" w:pos="-709"/>
        <w:tab w:val="left" w:pos="1440"/>
      </w:tabs>
      <w:autoSpaceDE w:val="0"/>
      <w:autoSpaceDN w:val="0"/>
      <w:adjustRightInd w:val="0"/>
    </w:pPr>
    <w:rPr>
      <w:rFonts w:ascii="Calibri" w:hAnsi="Calibri"/>
      <w:bCs/>
      <w:spacing w:val="-3"/>
      <w:kern w:val="36"/>
      <w:sz w:val="24"/>
      <w:szCs w:val="24"/>
    </w:rPr>
  </w:style>
  <w:style w:type="paragraph" w:customStyle="1" w:styleId="Styl1">
    <w:name w:val="Styl1"/>
    <w:basedOn w:val="Normlny"/>
    <w:link w:val="Styl1Char"/>
    <w:uiPriority w:val="99"/>
    <w:rsid w:val="00DA6128"/>
    <w:pPr>
      <w:numPr>
        <w:numId w:val="41"/>
      </w:numPr>
      <w:autoSpaceDE w:val="0"/>
      <w:autoSpaceDN w:val="0"/>
      <w:adjustRightInd w:val="0"/>
      <w:spacing w:after="120" w:line="360" w:lineRule="auto"/>
      <w:ind w:left="714" w:hanging="357"/>
    </w:pPr>
    <w:rPr>
      <w:rFonts w:ascii="Times New Roman" w:hAnsi="Times New Roman"/>
      <w:b/>
      <w:sz w:val="28"/>
      <w:u w:val="single"/>
    </w:rPr>
  </w:style>
  <w:style w:type="character" w:customStyle="1" w:styleId="Styl1Char">
    <w:name w:val="Styl1 Char"/>
    <w:link w:val="Styl1"/>
    <w:uiPriority w:val="99"/>
    <w:locked/>
    <w:rsid w:val="00DA6128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F-37-01 Protokol o zaškolení obsluhy" ma:contentTypeID="0x0101000DE1425C742E3C438F29AAC10A419DD300DF34233091876D429200773490F61103" ma:contentTypeVersion="0" ma:contentTypeDescription="" ma:contentTypeScope="" ma:versionID="260073661378db426d18314eae0cbd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bc02524c3858ab05fb0410a039acc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75458C-3B85-4E71-8CF4-3324E6CED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418652-2336-4A69-ADF7-26E75D65F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21</TotalTime>
  <Pages>4</Pages>
  <Words>351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486-nabídka</vt:lpstr>
    </vt:vector>
  </TitlesOfParts>
  <Company>PRE, a.s.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subject/>
  <dc:creator>Peter Petrič</dc:creator>
  <cp:keywords/>
  <dc:description/>
  <cp:lastModifiedBy>Peter Petrič</cp:lastModifiedBy>
  <cp:revision>25</cp:revision>
  <cp:lastPrinted>2020-03-13T14:27:00Z</cp:lastPrinted>
  <dcterms:created xsi:type="dcterms:W3CDTF">2021-11-30T07:05:00Z</dcterms:created>
  <dcterms:modified xsi:type="dcterms:W3CDTF">2023-02-24T08:21:00Z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0x0101000DE1425C742E3C438F29AAC10A419DD300DF34233091876D429200773490F61103</vt:lpwstr>
  </property>
</Properties>
</file>